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5AA2D62F" w14:textId="77777777" w:rsidR="00495CB6" w:rsidRDefault="00F422D3" w:rsidP="00495CB6">
      <w:r>
        <w:t xml:space="preserve">Název zakázky: </w:t>
      </w:r>
    </w:p>
    <w:p w14:paraId="169269ED" w14:textId="7234475E" w:rsidR="00F422D3" w:rsidRDefault="00F422D3" w:rsidP="00495CB6">
      <w:r>
        <w:t>„</w:t>
      </w:r>
      <w:r w:rsidR="00495CB6">
        <w:rPr>
          <w:rFonts w:ascii="Verdana" w:eastAsia="Calibri" w:hAnsi="Verdana"/>
          <w:b/>
        </w:rPr>
        <w:t>Oprava výhybek na odb. Brno-Židenice – I. etapa – výhybka č. 6a/b</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34DAA6D1" w:rsidR="00D32554" w:rsidRPr="00D32554" w:rsidRDefault="00F422D3" w:rsidP="00D32554">
      <w:pPr>
        <w:pStyle w:val="Textbezodsazen"/>
        <w:rPr>
          <w:highlight w:val="green"/>
        </w:rPr>
      </w:pPr>
      <w:r>
        <w:t xml:space="preserve">zastoupena: </w:t>
      </w:r>
      <w:r w:rsidR="005F2CC6" w:rsidRPr="00430794">
        <w:t>Ing. Liborem Tkáčem</w:t>
      </w:r>
      <w:r w:rsidR="005F2CC6">
        <w:t>,</w:t>
      </w:r>
      <w:r w:rsidR="005F2CC6" w:rsidRPr="00430794">
        <w:t xml:space="preserve"> </w:t>
      </w:r>
      <w:r w:rsidR="005F2CC6">
        <w:t xml:space="preserve">MBA </w:t>
      </w:r>
      <w:r w:rsidR="005F2CC6" w:rsidRPr="00430794">
        <w:t>ředitelem Oblastního ředitelství Brno</w:t>
      </w:r>
    </w:p>
    <w:p w14:paraId="344CE754" w14:textId="77777777" w:rsidR="00F422D3" w:rsidRDefault="00F422D3" w:rsidP="00D32554">
      <w:pPr>
        <w:pStyle w:val="Textbezodsazen"/>
        <w:spacing w:after="0"/>
      </w:pPr>
    </w:p>
    <w:p w14:paraId="1A635C04" w14:textId="77777777" w:rsidR="005F2CC6" w:rsidRPr="00B42F40" w:rsidRDefault="005F2CC6" w:rsidP="005F2CC6">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70CDB81A" w14:textId="77777777" w:rsidR="005F2CC6" w:rsidRDefault="005F2CC6" w:rsidP="005F2CC6">
      <w:pPr>
        <w:pStyle w:val="Textbezodsazen"/>
        <w:keepNext/>
        <w:keepLines/>
        <w:spacing w:after="0"/>
      </w:pPr>
      <w:r>
        <w:t>Správa železnic, státní organizace</w:t>
      </w:r>
    </w:p>
    <w:p w14:paraId="1F1CB58F" w14:textId="77777777" w:rsidR="005F2CC6" w:rsidRDefault="005F2CC6" w:rsidP="005F2CC6">
      <w:pPr>
        <w:pStyle w:val="Textbezodsazen"/>
        <w:keepNext/>
        <w:keepLines/>
        <w:spacing w:after="0" w:line="240" w:lineRule="auto"/>
      </w:pPr>
      <w:r w:rsidRPr="00DF5663">
        <w:t>Oblastní ředitelství Brno</w:t>
      </w:r>
      <w:r w:rsidRPr="005A6B21">
        <w:rPr>
          <w:highlight w:val="green"/>
        </w:rPr>
        <w:t xml:space="preserve"> </w:t>
      </w:r>
    </w:p>
    <w:p w14:paraId="2B6DE905" w14:textId="77777777" w:rsidR="005F2CC6" w:rsidRDefault="005F2CC6" w:rsidP="005F2CC6">
      <w:pPr>
        <w:pStyle w:val="Textbezodsazen"/>
        <w:keepNext/>
        <w:keepLines/>
        <w:spacing w:after="0" w:line="240" w:lineRule="auto"/>
        <w:rPr>
          <w:lang w:val="en-US"/>
        </w:rPr>
      </w:pPr>
      <w:r w:rsidRPr="00DF5663">
        <w:rPr>
          <w:lang w:val="en-US"/>
        </w:rPr>
        <w:t>Kounicova 26, 611 43 Brno</w:t>
      </w:r>
    </w:p>
    <w:p w14:paraId="329135E4" w14:textId="77777777" w:rsidR="005F2CC6" w:rsidRDefault="005F2CC6" w:rsidP="005F2CC6">
      <w:pPr>
        <w:pStyle w:val="acnormal"/>
        <w:keepNext/>
        <w:keepLines/>
        <w:spacing w:before="0" w:after="0"/>
        <w:rPr>
          <w:rFonts w:ascii="Verdana" w:hAnsi="Verdana" w:cstheme="minorHAnsi"/>
          <w:sz w:val="18"/>
          <w:szCs w:val="18"/>
        </w:rPr>
      </w:pPr>
    </w:p>
    <w:p w14:paraId="07CD33D7" w14:textId="77777777" w:rsidR="005F2CC6" w:rsidRPr="005F2CC6" w:rsidRDefault="005F2CC6" w:rsidP="005F2CC6">
      <w:pPr>
        <w:pStyle w:val="acnormal"/>
        <w:keepNext/>
        <w:keepLines/>
        <w:spacing w:before="0" w:after="0"/>
        <w:rPr>
          <w:rFonts w:ascii="Verdana" w:hAnsi="Verdana" w:cstheme="minorHAnsi"/>
          <w:b/>
          <w:sz w:val="18"/>
          <w:szCs w:val="18"/>
        </w:rPr>
      </w:pPr>
      <w:r w:rsidRPr="005F2CC6">
        <w:rPr>
          <w:rFonts w:ascii="Verdana" w:hAnsi="Verdana" w:cstheme="minorHAnsi"/>
          <w:b/>
          <w:sz w:val="18"/>
          <w:szCs w:val="18"/>
        </w:rPr>
        <w:t>Adresa pro doručování písemnosti v elektronické podobě:</w:t>
      </w:r>
    </w:p>
    <w:p w14:paraId="664A6192" w14:textId="77777777" w:rsidR="005F2CC6" w:rsidRDefault="009C7115" w:rsidP="005F2CC6">
      <w:pPr>
        <w:pStyle w:val="Textbezodsazen"/>
        <w:keepNext/>
        <w:keepLines/>
        <w:spacing w:after="0" w:line="240" w:lineRule="auto"/>
        <w:rPr>
          <w:rStyle w:val="Hypertextovodkaz"/>
          <w:rFonts w:ascii="Verdana" w:hAnsi="Verdana" w:cstheme="minorHAnsi"/>
          <w:noProof w:val="0"/>
        </w:rPr>
      </w:pPr>
      <w:hyperlink r:id="rId11" w:history="1">
        <w:r w:rsidR="005F2CC6" w:rsidRPr="005F58CA">
          <w:rPr>
            <w:rStyle w:val="Hypertextovodkaz"/>
            <w:rFonts w:ascii="Verdana" w:hAnsi="Verdana" w:cstheme="minorHAnsi"/>
            <w:noProof w:val="0"/>
          </w:rPr>
          <w:t xml:space="preserve">epodatelnaorbno@spravazeleznic.cz </w:t>
        </w:r>
      </w:hyperlink>
    </w:p>
    <w:p w14:paraId="4E8E0D28" w14:textId="77777777" w:rsidR="005F2CC6" w:rsidRDefault="005F2CC6" w:rsidP="005F2CC6">
      <w:pPr>
        <w:pStyle w:val="Textbezodsazen"/>
        <w:keepNext/>
        <w:keepLines/>
        <w:spacing w:after="0" w:line="240" w:lineRule="auto"/>
      </w:pPr>
    </w:p>
    <w:p w14:paraId="3A9B9FAF" w14:textId="77777777" w:rsidR="005F2CC6" w:rsidRPr="005F2CC6" w:rsidRDefault="005F2CC6" w:rsidP="005F2CC6">
      <w:pPr>
        <w:pStyle w:val="Textbezodsazen"/>
        <w:keepNext/>
        <w:keepLines/>
        <w:spacing w:after="0" w:line="240" w:lineRule="auto"/>
        <w:rPr>
          <w:b/>
        </w:rPr>
      </w:pPr>
      <w:r w:rsidRPr="005F2CC6">
        <w:rPr>
          <w:b/>
        </w:rPr>
        <w:t>Adresa pro doručování daňových dokladů v elektronické podobě:</w:t>
      </w:r>
    </w:p>
    <w:p w14:paraId="7F49C27B" w14:textId="77777777" w:rsidR="005F2CC6" w:rsidRDefault="009C7115" w:rsidP="005F2CC6">
      <w:pPr>
        <w:pStyle w:val="Textbezodsazen"/>
        <w:keepNext/>
        <w:keepLines/>
        <w:spacing w:after="0" w:line="240" w:lineRule="auto"/>
      </w:pPr>
      <w:hyperlink r:id="rId12" w:history="1">
        <w:r w:rsidR="005F2CC6" w:rsidRPr="00707C7E">
          <w:rPr>
            <w:rStyle w:val="Hypertextovodkaz"/>
            <w:noProof w:val="0"/>
          </w:rPr>
          <w:t>ePodatelnaCFU@spravazeleznic.cz</w:t>
        </w:r>
      </w:hyperlink>
      <w:r w:rsidR="005F2CC6">
        <w:t xml:space="preserve"> </w:t>
      </w:r>
    </w:p>
    <w:p w14:paraId="4BB6D494" w14:textId="77777777" w:rsidR="005F2CC6" w:rsidRDefault="005F2CC6" w:rsidP="005F2CC6">
      <w:pPr>
        <w:pStyle w:val="Textbezodsazen"/>
        <w:keepNext/>
        <w:keepLines/>
        <w:spacing w:after="0" w:line="240" w:lineRule="auto"/>
      </w:pPr>
    </w:p>
    <w:p w14:paraId="4006212F" w14:textId="77777777" w:rsidR="005F2CC6" w:rsidRPr="005F2CC6" w:rsidRDefault="005F2CC6" w:rsidP="005F2CC6">
      <w:pPr>
        <w:pStyle w:val="Textbezodsazen"/>
        <w:keepNext/>
        <w:keepLines/>
        <w:spacing w:after="0" w:line="240" w:lineRule="auto"/>
        <w:rPr>
          <w:b/>
        </w:rPr>
      </w:pPr>
      <w:r w:rsidRPr="005F2CC6">
        <w:rPr>
          <w:b/>
        </w:rPr>
        <w:t>Korespondenční adresa pro doručování daňových dokladů:</w:t>
      </w:r>
    </w:p>
    <w:p w14:paraId="4633E5BC" w14:textId="77777777" w:rsidR="005F2CC6" w:rsidRDefault="005F2CC6" w:rsidP="005F2CC6">
      <w:pPr>
        <w:pStyle w:val="Textbezodsazen"/>
        <w:keepNext/>
        <w:keepLines/>
        <w:spacing w:after="0" w:line="240" w:lineRule="auto"/>
      </w:pPr>
      <w:r>
        <w:t xml:space="preserve">Správa železnic, státní organizace, </w:t>
      </w:r>
    </w:p>
    <w:p w14:paraId="50013915" w14:textId="77777777" w:rsidR="005F2CC6" w:rsidRDefault="005F2CC6" w:rsidP="005F2CC6">
      <w:pPr>
        <w:pStyle w:val="Textbezodsazen"/>
        <w:keepNext/>
        <w:keepLines/>
        <w:spacing w:after="0" w:line="240" w:lineRule="auto"/>
      </w:pPr>
      <w:r>
        <w:t>Centrální finanční účtárna Čechy</w:t>
      </w:r>
    </w:p>
    <w:p w14:paraId="59F7C806" w14:textId="77777777" w:rsidR="005F2CC6" w:rsidRPr="00D32554" w:rsidRDefault="005F2CC6" w:rsidP="005F2CC6">
      <w:pPr>
        <w:pStyle w:val="Textbezodsazen"/>
        <w:keepNext/>
        <w:keepLines/>
        <w:spacing w:line="240" w:lineRule="auto"/>
      </w:pPr>
      <w:r>
        <w:t>Náměstí Jana Pernera 217, 530 02 Pardubice</w:t>
      </w:r>
    </w:p>
    <w:p w14:paraId="262684E1" w14:textId="11C16F84" w:rsidR="00F422D3" w:rsidRDefault="005F2CC6" w:rsidP="005F2CC6">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36185FF"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F2CC6">
        <w:rPr>
          <w:rFonts w:ascii="Verdana" w:eastAsia="Calibri" w:hAnsi="Verdana"/>
          <w:b/>
        </w:rPr>
        <w:t>Oprava výhybek na odb. Brno-Židenice – I. etapa – výhybka č. 6a/b</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5F2CC6">
        <w:t xml:space="preserve">Rekapitulace </w:t>
      </w:r>
      <w:r w:rsidR="00F24489" w:rsidRPr="005F2CC6">
        <w:t xml:space="preserve">Ceny Díla dle </w:t>
      </w:r>
      <w:r w:rsidR="00625D0C" w:rsidRPr="005F2CC6">
        <w:t xml:space="preserve">objektů </w:t>
      </w:r>
      <w:r w:rsidR="00F24489" w:rsidRPr="005F2CC6">
        <w:t xml:space="preserve">stavebních </w:t>
      </w:r>
      <w:r w:rsidR="00625D0C" w:rsidRPr="005F2CC6">
        <w:t xml:space="preserve">částí </w:t>
      </w:r>
      <w:r w:rsidR="00F24489" w:rsidRPr="005F2CC6">
        <w:t xml:space="preserve">(SO) a </w:t>
      </w:r>
      <w:r w:rsidR="00625D0C" w:rsidRPr="005F2CC6">
        <w:t xml:space="preserve">objektů </w:t>
      </w:r>
      <w:r w:rsidR="00F24489" w:rsidRPr="005F2CC6">
        <w:t xml:space="preserve">provozních </w:t>
      </w:r>
      <w:r w:rsidR="00625D0C" w:rsidRPr="005F2CC6">
        <w:t xml:space="preserve">částí </w:t>
      </w:r>
      <w:r w:rsidR="00F24489" w:rsidRPr="005F2CC6">
        <w:t>(PS) je uveden</w:t>
      </w:r>
      <w:r w:rsidRPr="005F2CC6">
        <w:t>a</w:t>
      </w:r>
      <w:r w:rsidR="00F24489" w:rsidRPr="005F2CC6">
        <w:t xml:space="preserve"> v </w:t>
      </w:r>
      <w:hyperlink w:anchor="ListAnnex04" w:history="1">
        <w:r w:rsidR="00F24489" w:rsidRPr="005F2CC6">
          <w:rPr>
            <w:rStyle w:val="Hypertextovodkaz"/>
            <w:rFonts w:cs="Calibri"/>
            <w:color w:val="auto"/>
          </w:rPr>
          <w:t>Příloze č. 4</w:t>
        </w:r>
      </w:hyperlink>
      <w:r w:rsidR="00F24489" w:rsidRPr="005F2CC6">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F2CC6" w:rsidRDefault="00F24489" w:rsidP="00F24489">
      <w:pPr>
        <w:pStyle w:val="Text1-1"/>
      </w:pPr>
      <w:r w:rsidRPr="005F2CC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F2CC6">
        <w:rPr>
          <w:rStyle w:val="OdstavecsmlouvyChar"/>
          <w:rFonts w:eastAsiaTheme="minorHAnsi"/>
        </w:rPr>
        <w:t xml:space="preserve"> </w:t>
      </w:r>
      <w:r w:rsidRPr="005F2CC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51E36E11" w:rsidR="00F24489" w:rsidRPr="009C7115" w:rsidRDefault="00F24489" w:rsidP="00F24489">
      <w:pPr>
        <w:pStyle w:val="Textbezslovn"/>
        <w:rPr>
          <w:b/>
        </w:rPr>
      </w:pPr>
      <w:r w:rsidRPr="00F24489">
        <w:rPr>
          <w:b/>
        </w:rPr>
        <w:lastRenderedPageBreak/>
        <w:t xml:space="preserve">Celková lhůta pro dokončení Díla činí celkem </w:t>
      </w:r>
      <w:r w:rsidR="005F2CC6" w:rsidRPr="009C7115">
        <w:rPr>
          <w:b/>
        </w:rPr>
        <w:t>6</w:t>
      </w:r>
      <w:r w:rsidRPr="009C7115">
        <w:rPr>
          <w:b/>
        </w:rPr>
        <w:t xml:space="preserve"> měsíců ode Dne zahájení stavebních prací (dokladem prokazujícím, že Zhotovitel dokončil celé Dílo, je Předávací protokol dle odst. 10.4 Obchodních podmínek).</w:t>
      </w:r>
    </w:p>
    <w:p w14:paraId="71987FC1" w14:textId="09118468" w:rsidR="00F24489" w:rsidRDefault="00F24489" w:rsidP="00F24489">
      <w:pPr>
        <w:pStyle w:val="Textbezslovn"/>
      </w:pPr>
      <w:r w:rsidRPr="009C7115">
        <w:t xml:space="preserve">Lhůta pro dokončení stavebních prací činí celkem </w:t>
      </w:r>
      <w:r w:rsidR="005F2CC6" w:rsidRPr="009C7115">
        <w:rPr>
          <w:b/>
        </w:rPr>
        <w:t>6</w:t>
      </w:r>
      <w:r w:rsidRPr="009C7115">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368D0E93" w:rsidR="00F24489" w:rsidRDefault="00F24489" w:rsidP="005F2CC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9C7115">
        <w:t>Smluvní strany se dohodly, že dokumentaci skutečného provedení Zhotovitel nevyhotovuje a nepředává Objednateli. Ustanovení Obchodních podmínek týkající se dokumentace skutečného provedení se nepoužijí.</w:t>
      </w:r>
    </w:p>
    <w:p w14:paraId="2F875042" w14:textId="77777777" w:rsidR="00F24489" w:rsidRPr="005F2CC6" w:rsidRDefault="00F24489" w:rsidP="00F24489">
      <w:pPr>
        <w:pStyle w:val="Text1-1"/>
      </w:pPr>
      <w:r w:rsidRPr="005F2CC6">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8E3804">
        <w:lastRenderedPageBreak/>
        <w:t>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5F2CC6">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5F2CC6" w:rsidRDefault="00500C05" w:rsidP="00500C05">
      <w:pPr>
        <w:spacing w:after="200" w:line="276" w:lineRule="auto"/>
        <w:ind w:firstLine="709"/>
        <w:jc w:val="both"/>
        <w:rPr>
          <w:rFonts w:ascii="Verdana" w:hAnsi="Verdana" w:cstheme="minorHAnsi"/>
        </w:rPr>
      </w:pPr>
      <w:r w:rsidRPr="005F2CC6">
        <w:rPr>
          <w:rFonts w:ascii="Verdana" w:hAnsi="Verdana" w:cstheme="minorHAnsi"/>
        </w:rPr>
        <w:t>Daňové doklady, vč. všech příloh, budou zasílány následovně:</w:t>
      </w:r>
    </w:p>
    <w:p w14:paraId="1816E48A" w14:textId="77777777" w:rsidR="00500C05" w:rsidRPr="005F2CC6" w:rsidRDefault="00500C05" w:rsidP="00500C05">
      <w:pPr>
        <w:pStyle w:val="Odstavecseseznamem"/>
        <w:numPr>
          <w:ilvl w:val="0"/>
          <w:numId w:val="40"/>
        </w:numPr>
        <w:spacing w:after="200" w:line="276" w:lineRule="auto"/>
        <w:contextualSpacing w:val="0"/>
        <w:jc w:val="both"/>
        <w:rPr>
          <w:rFonts w:ascii="Verdana" w:hAnsi="Verdana" w:cstheme="minorHAnsi"/>
        </w:rPr>
      </w:pPr>
      <w:r w:rsidRPr="005F2CC6">
        <w:rPr>
          <w:rFonts w:ascii="Verdana" w:hAnsi="Verdana" w:cstheme="minorHAnsi"/>
        </w:rPr>
        <w:t xml:space="preserve">v digitální podobě na e-mailovou adresu </w:t>
      </w:r>
      <w:hyperlink r:id="rId14" w:history="1">
        <w:r w:rsidRPr="005F2CC6">
          <w:rPr>
            <w:rStyle w:val="Hypertextovodkaz"/>
            <w:rFonts w:ascii="Verdana" w:hAnsi="Verdana" w:cstheme="minorHAnsi"/>
          </w:rPr>
          <w:t>ePodatelnaCFU@spravazeleznic.cz</w:t>
        </w:r>
      </w:hyperlink>
      <w:r w:rsidRPr="005F2CC6">
        <w:rPr>
          <w:rFonts w:ascii="Verdana" w:hAnsi="Verdana" w:cstheme="minorHAnsi"/>
        </w:rPr>
        <w:t>, nebo</w:t>
      </w:r>
    </w:p>
    <w:p w14:paraId="414A35E9" w14:textId="77777777" w:rsidR="00500C05" w:rsidRPr="005F2CC6" w:rsidRDefault="00500C05" w:rsidP="00500C05">
      <w:pPr>
        <w:pStyle w:val="Odstavecseseznamem"/>
        <w:numPr>
          <w:ilvl w:val="0"/>
          <w:numId w:val="40"/>
        </w:numPr>
        <w:spacing w:after="200" w:line="276" w:lineRule="auto"/>
        <w:contextualSpacing w:val="0"/>
        <w:jc w:val="both"/>
        <w:rPr>
          <w:rFonts w:ascii="Verdana" w:hAnsi="Verdana" w:cstheme="minorHAnsi"/>
        </w:rPr>
      </w:pPr>
      <w:r w:rsidRPr="005F2CC6">
        <w:rPr>
          <w:rFonts w:ascii="Verdana" w:hAnsi="Verdana" w:cstheme="minorHAnsi"/>
        </w:rPr>
        <w:t>v digitální podobě do datové schránky s identifikátorem Uccchjm, nebo</w:t>
      </w:r>
    </w:p>
    <w:p w14:paraId="5702F2D3" w14:textId="77777777" w:rsidR="00500C05" w:rsidRPr="005F2CC6" w:rsidRDefault="00500C05" w:rsidP="00500C05">
      <w:pPr>
        <w:pStyle w:val="Odstavecseseznamem"/>
        <w:numPr>
          <w:ilvl w:val="0"/>
          <w:numId w:val="40"/>
        </w:numPr>
        <w:spacing w:after="200" w:line="276" w:lineRule="auto"/>
        <w:contextualSpacing w:val="0"/>
        <w:jc w:val="both"/>
        <w:rPr>
          <w:rFonts w:ascii="Verdana" w:hAnsi="Verdana" w:cstheme="minorHAnsi"/>
        </w:rPr>
      </w:pPr>
      <w:r w:rsidRPr="005F2CC6">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F2CC6">
        <w:rPr>
          <w:rFonts w:ascii="Verdana" w:hAnsi="Verdana" w:cstheme="minorHAnsi"/>
        </w:rPr>
        <w:t xml:space="preserve">Objednatel upřednostňuje příjem těchto daňových dokladů v digitální podobě </w:t>
      </w:r>
      <w:r w:rsidR="000219F1" w:rsidRPr="005F2CC6">
        <w:rPr>
          <w:rFonts w:ascii="Verdana" w:hAnsi="Verdana" w:cstheme="minorHAnsi"/>
        </w:rPr>
        <w:t xml:space="preserve">ve formátu PDF/A, ISO 19005, min. verze PDF/A-2b </w:t>
      </w:r>
      <w:r w:rsidRPr="005F2CC6">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43A9A41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lastRenderedPageBreak/>
        <w:t>ODPOVĚDNÉ ZADÁVÁNÍ</w:t>
      </w:r>
    </w:p>
    <w:p w14:paraId="57D23965" w14:textId="77777777" w:rsidR="00FA4B1C" w:rsidRDefault="00FA4B1C" w:rsidP="00FA4B1C">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6F0AFBC" w14:textId="77777777" w:rsidR="00FA4B1C" w:rsidRDefault="00FA4B1C" w:rsidP="00FA4B1C">
      <w:pPr>
        <w:pStyle w:val="Text1-1"/>
        <w:numPr>
          <w:ilvl w:val="1"/>
          <w:numId w:val="9"/>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A92832E" w14:textId="77777777" w:rsidR="00FA4B1C" w:rsidRDefault="00FA4B1C" w:rsidP="00FA4B1C">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1BF6B47" w14:textId="77777777" w:rsidR="00FA4B1C" w:rsidRDefault="00FA4B1C" w:rsidP="00FA4B1C">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7836E64" w14:textId="77777777" w:rsidR="00FA4B1C" w:rsidRDefault="00FA4B1C" w:rsidP="00FA4B1C">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82EC5DF" w14:textId="77777777" w:rsidR="00FA4B1C" w:rsidRDefault="00FA4B1C" w:rsidP="00FA4B1C">
      <w:pPr>
        <w:pStyle w:val="Text1-1"/>
        <w:numPr>
          <w:ilvl w:val="1"/>
          <w:numId w:val="9"/>
        </w:numPr>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6569EA28" w14:textId="77777777" w:rsidR="00FA4B1C" w:rsidRDefault="00FA4B1C" w:rsidP="00FA4B1C">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2B48DAD2" w14:textId="77777777" w:rsidR="00FA4B1C" w:rsidRDefault="00FA4B1C" w:rsidP="00FA4B1C">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4FF7F69" w14:textId="77777777" w:rsidR="00FA4B1C" w:rsidRDefault="00FA4B1C" w:rsidP="00FA4B1C">
      <w:pPr>
        <w:pStyle w:val="Text1-2"/>
        <w:numPr>
          <w:ilvl w:val="0"/>
          <w:numId w:val="41"/>
        </w:numPr>
        <w:rPr>
          <w:rStyle w:val="Tun"/>
          <w:b w:val="0"/>
        </w:rPr>
      </w:pPr>
      <w:r>
        <w:rPr>
          <w:rStyle w:val="Tun"/>
          <w:b w:val="0"/>
        </w:rPr>
        <w:t>byl přerušen postup prací na Díle dle článku 3 Obchodních podmínek,</w:t>
      </w:r>
    </w:p>
    <w:p w14:paraId="78C79FCE" w14:textId="77777777" w:rsidR="00FA4B1C" w:rsidRDefault="00FA4B1C" w:rsidP="00FA4B1C">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1D4A98AD" w14:textId="77777777" w:rsidR="00FA4B1C" w:rsidRDefault="00FA4B1C" w:rsidP="00FA4B1C">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51CFDB9F" w14:textId="77777777" w:rsidR="00FA4B1C" w:rsidRDefault="00FA4B1C" w:rsidP="00FA4B1C">
      <w:pPr>
        <w:pStyle w:val="Text1-2"/>
        <w:numPr>
          <w:ilvl w:val="2"/>
          <w:numId w:val="9"/>
        </w:numPr>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p>
    <w:p w14:paraId="2E293423" w14:textId="77777777" w:rsidR="00FA4B1C" w:rsidRDefault="00FA4B1C" w:rsidP="00FA4B1C">
      <w:pPr>
        <w:pStyle w:val="Text1-2"/>
        <w:numPr>
          <w:ilvl w:val="2"/>
          <w:numId w:val="9"/>
        </w:numPr>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DC1E03A" w14:textId="77777777" w:rsidR="00FA4B1C" w:rsidRDefault="00FA4B1C" w:rsidP="00FA4B1C">
      <w:pPr>
        <w:pStyle w:val="Text1-2"/>
        <w:numPr>
          <w:ilvl w:val="2"/>
          <w:numId w:val="9"/>
        </w:numPr>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11C41625" w14:textId="77777777" w:rsidR="00FA4B1C" w:rsidRDefault="00FA4B1C" w:rsidP="00FA4B1C">
      <w:pPr>
        <w:pStyle w:val="Text1-2"/>
        <w:numPr>
          <w:ilvl w:val="2"/>
          <w:numId w:val="9"/>
        </w:numPr>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A9253B2" w14:textId="77777777" w:rsidR="00FA4B1C" w:rsidRPr="00C8088C" w:rsidRDefault="00FA4B1C" w:rsidP="00FA4B1C">
      <w:pPr>
        <w:pStyle w:val="Text1-2"/>
        <w:numPr>
          <w:ilvl w:val="2"/>
          <w:numId w:val="9"/>
        </w:num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40081067" w:rsidR="00625D0C" w:rsidRPr="00DF5C2A" w:rsidRDefault="00FC3B26" w:rsidP="00DF5C2A">
      <w:pPr>
        <w:pStyle w:val="Text1-1"/>
      </w:pPr>
      <w:r w:rsidRPr="00DF5C2A">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03A0FE3A" w:rsidR="00214C3E" w:rsidRPr="00F97DBD" w:rsidRDefault="00214C3E" w:rsidP="00DF5C2A">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w:t>
            </w:r>
            <w:r w:rsidRPr="00F97DBD">
              <w:lastRenderedPageBreak/>
              <w:t xml:space="preserve">státních drah (TKP Staveb) </w:t>
            </w:r>
          </w:p>
          <w:p w14:paraId="51BDE43E" w14:textId="56B80B3B" w:rsidR="00214C3E" w:rsidRPr="00F97DBD" w:rsidRDefault="00214C3E" w:rsidP="00214C3E">
            <w:pPr>
              <w:pStyle w:val="Textbezslovn"/>
            </w:pPr>
            <w:r w:rsidRPr="00F97DBD">
              <w:t xml:space="preserve">b) Všeobecné technické podmínky realizace stavby </w:t>
            </w:r>
          </w:p>
          <w:p w14:paraId="7CE9F0DE" w14:textId="77777777" w:rsidR="00214C3E" w:rsidRPr="00F97DBD" w:rsidRDefault="00214C3E" w:rsidP="00214C3E">
            <w:pPr>
              <w:pStyle w:val="Textbezslovn"/>
            </w:pPr>
            <w:r w:rsidRPr="00F97DBD">
              <w:t xml:space="preserve">c) Zvláštní technické podmínky </w:t>
            </w:r>
            <w:r w:rsidRPr="00DF5C2A">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4CAEED6" w:rsidR="00214C3E" w:rsidRPr="00F97DBD" w:rsidRDefault="009C7115" w:rsidP="009C7115">
            <w:pPr>
              <w:pStyle w:val="Textbezslovn"/>
            </w:pPr>
            <w:r>
              <w:t>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C711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66E9682" w14:textId="5D0AD3D5" w:rsidR="00F422D3" w:rsidRDefault="00F422D3" w:rsidP="009F0867">
      <w:pPr>
        <w:pStyle w:val="Textbezodsazen"/>
      </w:pPr>
      <w:r>
        <w:tab/>
      </w:r>
      <w:r>
        <w:tab/>
      </w:r>
    </w:p>
    <w:p w14:paraId="0B90FDA1" w14:textId="77777777" w:rsidR="00F422D3" w:rsidRDefault="00F422D3" w:rsidP="009F0867">
      <w:pPr>
        <w:pStyle w:val="Textbezodsazen"/>
      </w:pPr>
    </w:p>
    <w:p w14:paraId="3308FBFD" w14:textId="5C51CEA2" w:rsidR="00DF5C2A" w:rsidRDefault="00DF5C2A" w:rsidP="00DF5C2A">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7AB7EDBA" w14:textId="238CA0A3" w:rsidR="00DF5C2A" w:rsidRDefault="00DF5C2A" w:rsidP="00DF5C2A">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7D27EA15" w14:textId="0910B1E9" w:rsidR="00DF5C2A" w:rsidRDefault="00DF5C2A" w:rsidP="00DF5C2A">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545EBB77" w14:textId="7F4C2F05" w:rsidR="00F422D3" w:rsidRDefault="00DF5C2A" w:rsidP="00DF5C2A">
      <w:pPr>
        <w:pStyle w:val="Textbezodsazen"/>
      </w:pPr>
      <w:r>
        <w:rPr>
          <w:rFonts w:ascii="Verdana-Italic" w:hAnsi="Verdana-Italic" w:cs="Verdana-Italic"/>
          <w:i/>
          <w:iCs/>
        </w:rPr>
        <w:t>(podepsáno elektronicky)</w:t>
      </w:r>
      <w:r>
        <w:rPr>
          <w:rFonts w:ascii="Verdana-Italic" w:hAnsi="Verdana-Italic" w:cs="Verdana-Italic"/>
          <w:i/>
          <w:iCs/>
        </w:rPr>
        <w:tab/>
      </w: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7511CE35" w14:textId="77777777" w:rsidR="00DF5C2A" w:rsidRPr="00E463D2" w:rsidRDefault="00DF5C2A" w:rsidP="00DF5C2A">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5956E165"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1C1CAAC5" w14:textId="77777777" w:rsidR="00DF5C2A" w:rsidRPr="00F97DBD" w:rsidRDefault="00DF5C2A" w:rsidP="00DF5C2A">
      <w:pPr>
        <w:pStyle w:val="Nadpisbezsl1-2"/>
      </w:pPr>
      <w:r w:rsidRPr="00F97DBD">
        <w:t xml:space="preserve">Technické podmínky: </w:t>
      </w:r>
    </w:p>
    <w:p w14:paraId="12D00529" w14:textId="77777777" w:rsidR="00DF5C2A" w:rsidRPr="00DE7C65" w:rsidRDefault="00DF5C2A" w:rsidP="00DF5C2A">
      <w:pPr>
        <w:pStyle w:val="Odstavec1-1a"/>
        <w:numPr>
          <w:ilvl w:val="0"/>
          <w:numId w:val="42"/>
        </w:numPr>
      </w:pPr>
      <w:r w:rsidRPr="00DE7C65">
        <w:t xml:space="preserve">Technické kvalitativní podmínky staveb státních drah (TKP) </w:t>
      </w:r>
    </w:p>
    <w:p w14:paraId="5162B535" w14:textId="77777777" w:rsidR="00DF5C2A" w:rsidRPr="00DE7C65" w:rsidRDefault="00DF5C2A" w:rsidP="00DF5C2A">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52CE9EC0" w14:textId="77777777" w:rsidR="00DF5C2A" w:rsidRPr="00DE7C65" w:rsidRDefault="00DF5C2A" w:rsidP="00DF5C2A">
      <w:pPr>
        <w:spacing w:after="120"/>
        <w:ind w:left="737"/>
        <w:jc w:val="both"/>
      </w:pPr>
      <w:r w:rsidRPr="00DE7C6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BAD0630" w14:textId="77777777" w:rsidR="00DF5C2A" w:rsidRPr="00DE7C65" w:rsidRDefault="00DF5C2A" w:rsidP="00DF5C2A">
      <w:pPr>
        <w:spacing w:after="120"/>
        <w:ind w:left="737"/>
        <w:jc w:val="both"/>
      </w:pPr>
    </w:p>
    <w:p w14:paraId="17D3427F" w14:textId="77777777" w:rsidR="00DF5C2A" w:rsidRPr="00DE7C65" w:rsidRDefault="00DF5C2A" w:rsidP="00DF5C2A">
      <w:pPr>
        <w:numPr>
          <w:ilvl w:val="0"/>
          <w:numId w:val="29"/>
        </w:numPr>
        <w:spacing w:after="120"/>
        <w:contextualSpacing/>
        <w:jc w:val="both"/>
      </w:pPr>
      <w:r w:rsidRPr="00DE7C65">
        <w:t xml:space="preserve">Všeobecné technické podmínky </w:t>
      </w:r>
    </w:p>
    <w:p w14:paraId="1EAABA8F" w14:textId="77777777" w:rsidR="00DF5C2A" w:rsidRPr="00DE7C65" w:rsidRDefault="00DF5C2A" w:rsidP="00DF5C2A">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16C3D12D" w14:textId="77777777" w:rsidR="00DF5C2A" w:rsidRPr="00DE7C65" w:rsidRDefault="00DF5C2A" w:rsidP="00DF5C2A">
      <w:pPr>
        <w:spacing w:after="120"/>
        <w:ind w:left="1077"/>
        <w:contextualSpacing/>
        <w:jc w:val="both"/>
      </w:pPr>
    </w:p>
    <w:p w14:paraId="713C5AED" w14:textId="77777777" w:rsidR="00DF5C2A" w:rsidRPr="00DE7C65" w:rsidRDefault="00DF5C2A" w:rsidP="00DF5C2A">
      <w:pPr>
        <w:spacing w:after="120"/>
        <w:ind w:left="1077"/>
        <w:contextualSpacing/>
        <w:jc w:val="both"/>
      </w:pPr>
    </w:p>
    <w:p w14:paraId="33791D0D" w14:textId="77777777" w:rsidR="00DF5C2A" w:rsidRPr="00DE7C65" w:rsidRDefault="00DF5C2A" w:rsidP="00DF5C2A">
      <w:pPr>
        <w:numPr>
          <w:ilvl w:val="0"/>
          <w:numId w:val="29"/>
        </w:numPr>
        <w:spacing w:after="120"/>
        <w:contextualSpacing/>
        <w:jc w:val="both"/>
      </w:pPr>
      <w:r w:rsidRPr="00DE7C65">
        <w:t xml:space="preserve">Zvláštní technické podmínky </w:t>
      </w:r>
    </w:p>
    <w:p w14:paraId="485C4561" w14:textId="77777777" w:rsidR="00DF5C2A" w:rsidRPr="00DE7C65" w:rsidRDefault="00DF5C2A" w:rsidP="00DF5C2A">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568B76D" w14:textId="26C62F98"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1EFDF02" w14:textId="77777777" w:rsidR="00E463D2" w:rsidRPr="0025456C" w:rsidRDefault="00E463D2" w:rsidP="00E463D2">
      <w:pPr>
        <w:pStyle w:val="Odrka1-2-"/>
        <w:rPr>
          <w:highlight w:val="green"/>
        </w:rPr>
      </w:pPr>
      <w:r w:rsidRPr="0025456C">
        <w:rPr>
          <w:highlight w:val="green"/>
        </w:rPr>
        <w:t>rozhodnutí o …………………………………………</w:t>
      </w:r>
    </w:p>
    <w:p w14:paraId="3A4B14D0" w14:textId="77777777" w:rsidR="00E463D2" w:rsidRPr="0025456C" w:rsidRDefault="00E463D2" w:rsidP="00E463D2">
      <w:pPr>
        <w:pStyle w:val="Odrka1-2-"/>
        <w:rPr>
          <w:highlight w:val="green"/>
        </w:rPr>
      </w:pPr>
      <w:r w:rsidRPr="0025456C">
        <w:rPr>
          <w:highlight w:val="green"/>
        </w:rPr>
        <w:t>dokumentace pro územní řízení  ……………………………</w:t>
      </w:r>
    </w:p>
    <w:p w14:paraId="6D6A352B" w14:textId="77777777" w:rsidR="006C0BB6" w:rsidRDefault="00E463D2"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52F4D6F9" w:rsidR="00ED29F1" w:rsidRPr="00F95FBD" w:rsidRDefault="00DF5C2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028A5FAA" w:rsidR="00ED29F1" w:rsidRPr="00F95FBD" w:rsidRDefault="00DF5C2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2E525D3F" w:rsidR="00ED29F1" w:rsidRPr="00F95FBD" w:rsidRDefault="00DF5C2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57D27AFD" w:rsidR="00ED29F1" w:rsidRPr="00F95FBD" w:rsidRDefault="00DF5C2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4B15B1E2" w:rsidR="00ED29F1" w:rsidRPr="00F95FBD" w:rsidRDefault="00962D9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ŠIŠKE</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1DECA040" w:rsidR="00ED29F1" w:rsidRPr="00F95FBD" w:rsidRDefault="00962D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60CF8F67" w:rsidR="00ED29F1" w:rsidRPr="00F95FBD" w:rsidRDefault="00962D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D9C">
              <w:rPr>
                <w:sz w:val="18"/>
              </w:rPr>
              <w:t>Siske@spravazeleznic.cz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1A7809E5" w:rsidR="00ED29F1" w:rsidRPr="00F95FBD" w:rsidRDefault="00962D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62D9C">
              <w:rPr>
                <w:sz w:val="18"/>
              </w:rPr>
              <w:t>+420 602 411 586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5B155388" w:rsidR="00ED29F1" w:rsidRPr="00F95FBD" w:rsidRDefault="009C71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JAŠA</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11C1F60C"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172, Šlapanice</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2603EC31"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Jasa@spravazeleznic.cz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035E9DFA"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+420 724 281 687</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68A477C6" w:rsidR="00ED29F1" w:rsidRPr="00F95FBD" w:rsidRDefault="009C71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David TOMÁŠEK</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249A04EF"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Lazaretní 11, Brno</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51529ABD"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TomasekD@spravazeleznic.cz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7454729F" w:rsidR="00ED29F1" w:rsidRPr="00F95FBD" w:rsidRDefault="009C71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+420 702 197 112</w:t>
            </w:r>
          </w:p>
        </w:tc>
      </w:tr>
    </w:tbl>
    <w:p w14:paraId="35470A3E" w14:textId="77777777" w:rsidR="00ED29F1" w:rsidRPr="00F95FBD" w:rsidRDefault="00ED29F1" w:rsidP="00ED29F1">
      <w:pPr>
        <w:pStyle w:val="Textbezodsazen"/>
      </w:pPr>
    </w:p>
    <w:p w14:paraId="20C23BA7" w14:textId="33C944E5" w:rsidR="00ED29F1" w:rsidRDefault="00ED29F1" w:rsidP="00ED29F1">
      <w:pPr>
        <w:pStyle w:val="Textbezodsazen"/>
      </w:pPr>
    </w:p>
    <w:p w14:paraId="4B64CFE5" w14:textId="0637DA5B" w:rsidR="009C7115" w:rsidRDefault="009C7115" w:rsidP="00ED29F1">
      <w:pPr>
        <w:pStyle w:val="Textbezodsazen"/>
      </w:pPr>
    </w:p>
    <w:p w14:paraId="27C08C5C" w14:textId="37186508" w:rsidR="009C7115" w:rsidRDefault="009C7115" w:rsidP="00ED29F1">
      <w:pPr>
        <w:pStyle w:val="Textbezodsazen"/>
      </w:pPr>
    </w:p>
    <w:p w14:paraId="3DE8A9AA" w14:textId="4E1D389F" w:rsidR="009C7115" w:rsidRDefault="009C7115" w:rsidP="00ED29F1">
      <w:pPr>
        <w:pStyle w:val="Textbezodsazen"/>
      </w:pPr>
    </w:p>
    <w:p w14:paraId="5211FDF5" w14:textId="5E1C417A" w:rsidR="009C7115" w:rsidRDefault="009C7115" w:rsidP="00ED29F1">
      <w:pPr>
        <w:pStyle w:val="Textbezodsazen"/>
      </w:pPr>
    </w:p>
    <w:p w14:paraId="7D08C0F4" w14:textId="77777777" w:rsidR="009C7115" w:rsidRPr="00F95FBD" w:rsidRDefault="009C7115" w:rsidP="00ED29F1">
      <w:pPr>
        <w:pStyle w:val="Textbezodsazen"/>
      </w:pPr>
      <w:bookmarkStart w:id="8" w:name="_GoBack"/>
      <w:bookmarkEnd w:id="8"/>
    </w:p>
    <w:p w14:paraId="5677368E" w14:textId="578B4E3B" w:rsidR="00ED29F1" w:rsidRDefault="00ED29F1" w:rsidP="00ED29F1">
      <w:pPr>
        <w:pStyle w:val="Textbezodsazen"/>
      </w:pPr>
    </w:p>
    <w:p w14:paraId="16451AD5" w14:textId="77777777" w:rsidR="00962D9C" w:rsidRPr="00F95FBD" w:rsidRDefault="00962D9C"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lastRenderedPageBreak/>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53F3A101" w:rsidR="00F762A8" w:rsidRDefault="00F762A8" w:rsidP="002C7A28">
      <w:pPr>
        <w:pStyle w:val="Textbezodsazen"/>
        <w:rPr>
          <w:highlight w:val="yellow"/>
        </w:rPr>
      </w:pPr>
      <w:r w:rsidRPr="00F762A8">
        <w:rPr>
          <w:highlight w:val="yellow"/>
        </w:rPr>
        <w:t>[VLOŽÍ ZHOTOVITEL]</w:t>
      </w:r>
    </w:p>
    <w:p w14:paraId="2B88DCC8" w14:textId="77777777" w:rsidR="00DF5C2A" w:rsidRDefault="00DF5C2A" w:rsidP="002C7A28">
      <w:pPr>
        <w:pStyle w:val="Textbezodsazen"/>
        <w:rPr>
          <w:highlight w:val="yellow"/>
        </w:rPr>
        <w:sectPr w:rsidR="00DF5C2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DDA8880" w14:textId="77777777" w:rsidR="00DF5C2A" w:rsidRDefault="00DF5C2A" w:rsidP="00DF5C2A">
      <w:pPr>
        <w:pStyle w:val="Nadpisbezsl1-1"/>
      </w:pPr>
      <w:r>
        <w:lastRenderedPageBreak/>
        <w:t>Příloha č. 10</w:t>
      </w:r>
    </w:p>
    <w:p w14:paraId="33B35477" w14:textId="77777777" w:rsidR="00DF5C2A" w:rsidRPr="002D70B4" w:rsidRDefault="00DF5C2A" w:rsidP="00DF5C2A">
      <w:pPr>
        <w:pStyle w:val="Textbezodsazen"/>
        <w:rPr>
          <w:b/>
        </w:rPr>
      </w:pPr>
      <w:r w:rsidRPr="002D70B4">
        <w:rPr>
          <w:b/>
        </w:rPr>
        <w:t>Osvědčení</w:t>
      </w:r>
    </w:p>
    <w:p w14:paraId="01BC3B64" w14:textId="77777777" w:rsidR="00DF5C2A" w:rsidRDefault="00DF5C2A" w:rsidP="00DF5C2A">
      <w:pPr>
        <w:pStyle w:val="Textbezodsazen"/>
      </w:pPr>
    </w:p>
    <w:p w14:paraId="2D3F1CDB" w14:textId="77777777" w:rsidR="00DF5C2A" w:rsidRPr="00DE7C65" w:rsidRDefault="00DF5C2A" w:rsidP="00DF5C2A">
      <w:pPr>
        <w:spacing w:after="120"/>
        <w:jc w:val="both"/>
      </w:pPr>
      <w:r w:rsidRPr="00DE7C65">
        <w:t xml:space="preserve">Zhotovitel obdržel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14:paraId="1444038F" w14:textId="77777777" w:rsidR="002502A0" w:rsidRDefault="002502A0" w:rsidP="002C7A28">
      <w:pPr>
        <w:pStyle w:val="Textbezodsazen"/>
        <w:rPr>
          <w:highlight w:val="yellow"/>
        </w:rPr>
        <w:sectPr w:rsidR="002502A0" w:rsidSect="004E70C8">
          <w:footerReference w:type="default" r:id="rId33"/>
          <w:pgSz w:w="11906" w:h="16838" w:code="9"/>
          <w:pgMar w:top="1417" w:right="1417" w:bottom="1417" w:left="1417" w:header="595" w:footer="624" w:gutter="652"/>
          <w:pgNumType w:start="1"/>
          <w:cols w:space="708"/>
          <w:docGrid w:linePitch="360"/>
        </w:sectPr>
      </w:pPr>
    </w:p>
    <w:p w14:paraId="0815867B" w14:textId="77777777" w:rsidR="002502A0" w:rsidRDefault="002502A0" w:rsidP="002502A0">
      <w:pPr>
        <w:pStyle w:val="Nadpisbezsl1-1"/>
      </w:pPr>
      <w:r>
        <w:lastRenderedPageBreak/>
        <w:t>Příloha č. 11</w:t>
      </w:r>
    </w:p>
    <w:p w14:paraId="3CD4D062" w14:textId="77777777" w:rsidR="002502A0" w:rsidRDefault="002502A0" w:rsidP="002502A0">
      <w:pPr>
        <w:pStyle w:val="Textbezodsazen"/>
        <w:rPr>
          <w:b/>
        </w:rPr>
      </w:pPr>
      <w:r w:rsidRPr="002D70B4">
        <w:rPr>
          <w:b/>
        </w:rPr>
        <w:t xml:space="preserve">Závazný vzor evidence zapojení znevýhodněných osob </w:t>
      </w:r>
    </w:p>
    <w:p w14:paraId="4B4B262E" w14:textId="77777777" w:rsidR="002502A0" w:rsidRPr="00DE7C65" w:rsidRDefault="002502A0" w:rsidP="002502A0">
      <w:pPr>
        <w:spacing w:after="120"/>
        <w:jc w:val="both"/>
      </w:pPr>
      <w:r w:rsidRPr="00DE7C65">
        <w:t xml:space="preserve">Zhotovitel obdržel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14:paraId="309B2F72" w14:textId="77777777" w:rsidR="009B1E78" w:rsidRDefault="00DF5C2A" w:rsidP="002C7A28">
      <w:pPr>
        <w:pStyle w:val="Textbezodsazen"/>
        <w:rPr>
          <w:highlight w:val="yellow"/>
        </w:rPr>
        <w:sectPr w:rsidR="009B1E78" w:rsidSect="004E70C8">
          <w:footerReference w:type="default" r:id="rId34"/>
          <w:pgSz w:w="11906" w:h="16838" w:code="9"/>
          <w:pgMar w:top="1417" w:right="1417" w:bottom="1417" w:left="1417" w:header="595" w:footer="624" w:gutter="652"/>
          <w:pgNumType w:start="1"/>
          <w:cols w:space="708"/>
          <w:docGrid w:linePitch="360"/>
        </w:sectPr>
      </w:pPr>
      <w:r>
        <w:rPr>
          <w:highlight w:val="yellow"/>
        </w:rPr>
        <w:br w:type="page"/>
      </w:r>
    </w:p>
    <w:p w14:paraId="577BAF62" w14:textId="29A81786" w:rsidR="00DF5C2A" w:rsidRDefault="00DF5C2A" w:rsidP="002C7A28">
      <w:pPr>
        <w:pStyle w:val="Textbezodsazen"/>
        <w:rPr>
          <w:highlight w:val="yellow"/>
        </w:rPr>
      </w:pPr>
    </w:p>
    <w:p w14:paraId="1763DC0A" w14:textId="77777777" w:rsidR="00DF5C2A" w:rsidRDefault="00DF5C2A" w:rsidP="00DF5C2A">
      <w:pPr>
        <w:pStyle w:val="Nadpisbezsl1-1"/>
      </w:pPr>
      <w:r>
        <w:t>Příloha č. 12</w:t>
      </w:r>
    </w:p>
    <w:p w14:paraId="6CFD3523" w14:textId="77777777" w:rsidR="00DF5C2A" w:rsidRDefault="00DF5C2A" w:rsidP="00DF5C2A">
      <w:pPr>
        <w:pStyle w:val="Textbezodsazen"/>
        <w:rPr>
          <w:b/>
        </w:rPr>
      </w:pPr>
      <w:r w:rsidRPr="002D70B4">
        <w:rPr>
          <w:b/>
        </w:rPr>
        <w:t>Závazný vzor pracovního výkazu zapojené osoby</w:t>
      </w:r>
    </w:p>
    <w:p w14:paraId="48EC60D2" w14:textId="77777777" w:rsidR="00DF5C2A" w:rsidRPr="00DE7C65" w:rsidRDefault="00DF5C2A" w:rsidP="00DF5C2A">
      <w:pPr>
        <w:spacing w:after="120"/>
        <w:jc w:val="both"/>
      </w:pPr>
      <w:r w:rsidRPr="00DE7C65">
        <w:t xml:space="preserve">Zhotovitel obdržel </w:t>
      </w:r>
      <w:r w:rsidRPr="00B8656C">
        <w:t>Pracovní výkaz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Pracovní výkaz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204FB79" w14:textId="77777777" w:rsidR="00DF5C2A" w:rsidRPr="00DF5C2A" w:rsidRDefault="00DF5C2A" w:rsidP="002C7A28">
      <w:pPr>
        <w:pStyle w:val="Textbezodsazen"/>
        <w:rPr>
          <w:highlight w:val="yellow"/>
        </w:rPr>
      </w:pPr>
    </w:p>
    <w:sectPr w:rsidR="00DF5C2A" w:rsidRPr="00DF5C2A"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FA4B1C" w:rsidRDefault="00FA4B1C" w:rsidP="00962258">
      <w:pPr>
        <w:spacing w:after="0" w:line="240" w:lineRule="auto"/>
      </w:pPr>
      <w:r>
        <w:separator/>
      </w:r>
    </w:p>
  </w:endnote>
  <w:endnote w:type="continuationSeparator" w:id="0">
    <w:p w14:paraId="71D7C263" w14:textId="77777777" w:rsidR="00FA4B1C" w:rsidRDefault="00FA4B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03ACE20E" w14:textId="77777777" w:rsidTr="00EB46E5">
      <w:tc>
        <w:tcPr>
          <w:tcW w:w="1361" w:type="dxa"/>
          <w:tcMar>
            <w:left w:w="0" w:type="dxa"/>
            <w:right w:w="0" w:type="dxa"/>
          </w:tcMar>
          <w:vAlign w:val="bottom"/>
        </w:tcPr>
        <w:p w14:paraId="0E848D39" w14:textId="7B7F313F" w:rsidR="00FA4B1C" w:rsidRPr="00B8518B" w:rsidRDefault="00FA4B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FA4B1C" w:rsidRDefault="00FA4B1C" w:rsidP="00B8518B">
          <w:pPr>
            <w:pStyle w:val="Zpat"/>
          </w:pPr>
        </w:p>
      </w:tc>
      <w:tc>
        <w:tcPr>
          <w:tcW w:w="425" w:type="dxa"/>
          <w:shd w:val="clear" w:color="auto" w:fill="auto"/>
          <w:tcMar>
            <w:left w:w="0" w:type="dxa"/>
            <w:right w:w="0" w:type="dxa"/>
          </w:tcMar>
        </w:tcPr>
        <w:p w14:paraId="0CCC6787" w14:textId="77777777" w:rsidR="00FA4B1C" w:rsidRDefault="00FA4B1C" w:rsidP="00B8518B">
          <w:pPr>
            <w:pStyle w:val="Zpat"/>
          </w:pPr>
        </w:p>
      </w:tc>
      <w:tc>
        <w:tcPr>
          <w:tcW w:w="8505" w:type="dxa"/>
        </w:tcPr>
        <w:p w14:paraId="18AC5D1E" w14:textId="77777777" w:rsidR="00FA4B1C" w:rsidRPr="00E7415D" w:rsidRDefault="00FA4B1C" w:rsidP="00F422D3">
          <w:pPr>
            <w:pStyle w:val="Zpat0"/>
            <w:rPr>
              <w:b/>
            </w:rPr>
          </w:pPr>
          <w:r w:rsidRPr="00E7415D">
            <w:rPr>
              <w:b/>
            </w:rPr>
            <w:t>SMLOUVA O DÍLO</w:t>
          </w:r>
        </w:p>
        <w:p w14:paraId="277D0EC8" w14:textId="77777777" w:rsidR="00FA4B1C" w:rsidRDefault="00FA4B1C" w:rsidP="00F422D3">
          <w:pPr>
            <w:pStyle w:val="Zpat0"/>
          </w:pPr>
          <w:r>
            <w:t>Zhotovení stavby</w:t>
          </w:r>
        </w:p>
      </w:tc>
    </w:tr>
  </w:tbl>
  <w:p w14:paraId="1A68ECEF" w14:textId="77777777" w:rsidR="00FA4B1C" w:rsidRPr="00B8518B" w:rsidRDefault="00FA4B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47F7544C" w14:textId="77777777" w:rsidTr="00EB46E5">
      <w:tc>
        <w:tcPr>
          <w:tcW w:w="1361" w:type="dxa"/>
          <w:tcMar>
            <w:left w:w="0" w:type="dxa"/>
            <w:right w:w="0" w:type="dxa"/>
          </w:tcMar>
          <w:vAlign w:val="bottom"/>
        </w:tcPr>
        <w:p w14:paraId="3D143924" w14:textId="3741023D" w:rsidR="00FA4B1C" w:rsidRPr="00B8518B" w:rsidRDefault="00FA4B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FA4B1C" w:rsidRDefault="00FA4B1C" w:rsidP="00B8518B">
          <w:pPr>
            <w:pStyle w:val="Zpat"/>
          </w:pPr>
        </w:p>
      </w:tc>
      <w:tc>
        <w:tcPr>
          <w:tcW w:w="425" w:type="dxa"/>
          <w:shd w:val="clear" w:color="auto" w:fill="auto"/>
          <w:tcMar>
            <w:left w:w="0" w:type="dxa"/>
            <w:right w:w="0" w:type="dxa"/>
          </w:tcMar>
        </w:tcPr>
        <w:p w14:paraId="11282278" w14:textId="77777777" w:rsidR="00FA4B1C" w:rsidRDefault="00FA4B1C" w:rsidP="00B8518B">
          <w:pPr>
            <w:pStyle w:val="Zpat"/>
          </w:pPr>
        </w:p>
      </w:tc>
      <w:tc>
        <w:tcPr>
          <w:tcW w:w="8505" w:type="dxa"/>
        </w:tcPr>
        <w:p w14:paraId="4BBEFDE8" w14:textId="77777777" w:rsidR="00FA4B1C" w:rsidRPr="00143EC0" w:rsidRDefault="00FA4B1C" w:rsidP="00F422D3">
          <w:pPr>
            <w:pStyle w:val="Zpat0"/>
            <w:rPr>
              <w:b/>
            </w:rPr>
          </w:pPr>
          <w:r>
            <w:rPr>
              <w:b/>
            </w:rPr>
            <w:t>PŘÍLOHA č. 8</w:t>
          </w:r>
        </w:p>
        <w:p w14:paraId="791F7C7A" w14:textId="77777777" w:rsidR="00FA4B1C" w:rsidRDefault="00FA4B1C" w:rsidP="00F95FBD">
          <w:pPr>
            <w:pStyle w:val="Zpat0"/>
          </w:pPr>
          <w:r>
            <w:t>SMLOUVA O DÍLO - Zhotovení stavby</w:t>
          </w:r>
        </w:p>
      </w:tc>
    </w:tr>
  </w:tbl>
  <w:p w14:paraId="7669CABD" w14:textId="77777777" w:rsidR="00FA4B1C" w:rsidRPr="00B8518B" w:rsidRDefault="00FA4B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3E67C297" w14:textId="77777777" w:rsidTr="00EB46E5">
      <w:tc>
        <w:tcPr>
          <w:tcW w:w="1361" w:type="dxa"/>
          <w:tcMar>
            <w:left w:w="0" w:type="dxa"/>
            <w:right w:w="0" w:type="dxa"/>
          </w:tcMar>
          <w:vAlign w:val="bottom"/>
        </w:tcPr>
        <w:p w14:paraId="12ED24F0" w14:textId="3D6B2DB8" w:rsidR="00FA4B1C" w:rsidRPr="00B8518B" w:rsidRDefault="00FA4B1C" w:rsidP="009B1E78">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2EAEC063" w14:textId="77777777" w:rsidR="00FA4B1C" w:rsidRDefault="00FA4B1C" w:rsidP="00B8518B">
          <w:pPr>
            <w:pStyle w:val="Zpat"/>
          </w:pPr>
        </w:p>
      </w:tc>
      <w:tc>
        <w:tcPr>
          <w:tcW w:w="425" w:type="dxa"/>
          <w:shd w:val="clear" w:color="auto" w:fill="auto"/>
          <w:tcMar>
            <w:left w:w="0" w:type="dxa"/>
            <w:right w:w="0" w:type="dxa"/>
          </w:tcMar>
        </w:tcPr>
        <w:p w14:paraId="01176E76" w14:textId="77777777" w:rsidR="00FA4B1C" w:rsidRDefault="00FA4B1C" w:rsidP="00B8518B">
          <w:pPr>
            <w:pStyle w:val="Zpat"/>
          </w:pPr>
        </w:p>
      </w:tc>
      <w:tc>
        <w:tcPr>
          <w:tcW w:w="8505" w:type="dxa"/>
        </w:tcPr>
        <w:p w14:paraId="7AF545D5" w14:textId="7B1C9785" w:rsidR="00FA4B1C" w:rsidRPr="00143EC0" w:rsidRDefault="00FA4B1C" w:rsidP="00F422D3">
          <w:pPr>
            <w:pStyle w:val="Zpat0"/>
            <w:rPr>
              <w:b/>
            </w:rPr>
          </w:pPr>
          <w:r>
            <w:rPr>
              <w:b/>
            </w:rPr>
            <w:t>PŘÍLOHA č.9</w:t>
          </w:r>
        </w:p>
        <w:p w14:paraId="2E84F996" w14:textId="588D4A9E" w:rsidR="00FA4B1C" w:rsidRDefault="00FA4B1C" w:rsidP="00806EC6">
          <w:pPr>
            <w:pStyle w:val="Zpat0"/>
            <w:tabs>
              <w:tab w:val="left" w:pos="5475"/>
              <w:tab w:val="right" w:pos="8335"/>
            </w:tabs>
            <w:jc w:val="left"/>
          </w:pPr>
          <w:r>
            <w:tab/>
          </w:r>
          <w:r>
            <w:tab/>
          </w:r>
          <w:r>
            <w:tab/>
            <w:t>SMLOUVA O DÍLO - Zhotovení stavby</w:t>
          </w:r>
        </w:p>
      </w:tc>
    </w:tr>
  </w:tbl>
  <w:p w14:paraId="2DA0DF31" w14:textId="36F1431D" w:rsidR="00FA4B1C" w:rsidRPr="00B8518B" w:rsidRDefault="00FA4B1C" w:rsidP="009B1E78">
    <w:pPr>
      <w:pStyle w:val="Zpat"/>
      <w:tabs>
        <w:tab w:val="clear" w:pos="4536"/>
        <w:tab w:val="clear" w:pos="9072"/>
        <w:tab w:val="left" w:pos="900"/>
      </w:tabs>
      <w:rPr>
        <w:sz w:val="2"/>
        <w:szCs w:val="2"/>
      </w:rPr>
    </w:pPr>
    <w:r>
      <w:rPr>
        <w:sz w:val="2"/>
        <w:szCs w:val="2"/>
      </w:rPr>
      <w:tab/>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54A9C635" w14:textId="77777777" w:rsidTr="00EB46E5">
      <w:tc>
        <w:tcPr>
          <w:tcW w:w="1361" w:type="dxa"/>
          <w:tcMar>
            <w:left w:w="0" w:type="dxa"/>
            <w:right w:w="0" w:type="dxa"/>
          </w:tcMar>
          <w:vAlign w:val="bottom"/>
        </w:tcPr>
        <w:p w14:paraId="44F13B37" w14:textId="77777777" w:rsidR="00FA4B1C" w:rsidRPr="00B8518B" w:rsidRDefault="00FA4B1C" w:rsidP="009B1E78">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75798F5C" w14:textId="77777777" w:rsidR="00FA4B1C" w:rsidRDefault="00FA4B1C" w:rsidP="00B8518B">
          <w:pPr>
            <w:pStyle w:val="Zpat"/>
          </w:pPr>
        </w:p>
      </w:tc>
      <w:tc>
        <w:tcPr>
          <w:tcW w:w="425" w:type="dxa"/>
          <w:shd w:val="clear" w:color="auto" w:fill="auto"/>
          <w:tcMar>
            <w:left w:w="0" w:type="dxa"/>
            <w:right w:w="0" w:type="dxa"/>
          </w:tcMar>
        </w:tcPr>
        <w:p w14:paraId="537DA938" w14:textId="77777777" w:rsidR="00FA4B1C" w:rsidRDefault="00FA4B1C" w:rsidP="00B8518B">
          <w:pPr>
            <w:pStyle w:val="Zpat"/>
          </w:pPr>
        </w:p>
      </w:tc>
      <w:tc>
        <w:tcPr>
          <w:tcW w:w="8505" w:type="dxa"/>
        </w:tcPr>
        <w:p w14:paraId="16D1994C" w14:textId="0BEFC5D9" w:rsidR="00FA4B1C" w:rsidRPr="00143EC0" w:rsidRDefault="00FA4B1C" w:rsidP="00F422D3">
          <w:pPr>
            <w:pStyle w:val="Zpat0"/>
            <w:rPr>
              <w:b/>
            </w:rPr>
          </w:pPr>
          <w:r>
            <w:rPr>
              <w:b/>
            </w:rPr>
            <w:t>PŘÍLOHA č.10</w:t>
          </w:r>
        </w:p>
        <w:p w14:paraId="01F2A4D2" w14:textId="77777777" w:rsidR="00FA4B1C" w:rsidRDefault="00FA4B1C" w:rsidP="00806EC6">
          <w:pPr>
            <w:pStyle w:val="Zpat0"/>
            <w:tabs>
              <w:tab w:val="left" w:pos="5475"/>
              <w:tab w:val="right" w:pos="8335"/>
            </w:tabs>
            <w:jc w:val="left"/>
          </w:pPr>
          <w:r>
            <w:tab/>
          </w:r>
          <w:r>
            <w:tab/>
          </w:r>
          <w:r>
            <w:tab/>
            <w:t>SMLOUVA O DÍLO - Zhotovení stavby</w:t>
          </w:r>
        </w:p>
      </w:tc>
    </w:tr>
  </w:tbl>
  <w:p w14:paraId="1025C8C2" w14:textId="77777777" w:rsidR="00FA4B1C" w:rsidRPr="00B8518B" w:rsidRDefault="00FA4B1C" w:rsidP="009B1E78">
    <w:pPr>
      <w:pStyle w:val="Zpat"/>
      <w:tabs>
        <w:tab w:val="clear" w:pos="4536"/>
        <w:tab w:val="clear" w:pos="9072"/>
        <w:tab w:val="left" w:pos="900"/>
      </w:tabs>
      <w:rPr>
        <w:sz w:val="2"/>
        <w:szCs w:val="2"/>
      </w:rPr>
    </w:pPr>
    <w:r>
      <w:rPr>
        <w:sz w:val="2"/>
        <w:szCs w:val="2"/>
      </w:rPr>
      <w:tab/>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450E2A3A" w14:textId="77777777" w:rsidTr="00EB46E5">
      <w:tc>
        <w:tcPr>
          <w:tcW w:w="1361" w:type="dxa"/>
          <w:tcMar>
            <w:left w:w="0" w:type="dxa"/>
            <w:right w:w="0" w:type="dxa"/>
          </w:tcMar>
          <w:vAlign w:val="bottom"/>
        </w:tcPr>
        <w:p w14:paraId="206CCD77" w14:textId="77777777" w:rsidR="00FA4B1C" w:rsidRPr="00B8518B" w:rsidRDefault="00FA4B1C" w:rsidP="009B1E78">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09131903" w14:textId="77777777" w:rsidR="00FA4B1C" w:rsidRDefault="00FA4B1C" w:rsidP="00B8518B">
          <w:pPr>
            <w:pStyle w:val="Zpat"/>
          </w:pPr>
        </w:p>
      </w:tc>
      <w:tc>
        <w:tcPr>
          <w:tcW w:w="425" w:type="dxa"/>
          <w:shd w:val="clear" w:color="auto" w:fill="auto"/>
          <w:tcMar>
            <w:left w:w="0" w:type="dxa"/>
            <w:right w:w="0" w:type="dxa"/>
          </w:tcMar>
        </w:tcPr>
        <w:p w14:paraId="3CB34635" w14:textId="77777777" w:rsidR="00FA4B1C" w:rsidRDefault="00FA4B1C" w:rsidP="00B8518B">
          <w:pPr>
            <w:pStyle w:val="Zpat"/>
          </w:pPr>
        </w:p>
      </w:tc>
      <w:tc>
        <w:tcPr>
          <w:tcW w:w="8505" w:type="dxa"/>
        </w:tcPr>
        <w:p w14:paraId="449928FC" w14:textId="0BCFC127" w:rsidR="00FA4B1C" w:rsidRPr="00143EC0" w:rsidRDefault="00FA4B1C" w:rsidP="00F422D3">
          <w:pPr>
            <w:pStyle w:val="Zpat0"/>
            <w:rPr>
              <w:b/>
            </w:rPr>
          </w:pPr>
          <w:r>
            <w:rPr>
              <w:b/>
            </w:rPr>
            <w:t>PŘÍLOHA č.11</w:t>
          </w:r>
        </w:p>
        <w:p w14:paraId="42C61B32" w14:textId="77777777" w:rsidR="00FA4B1C" w:rsidRDefault="00FA4B1C" w:rsidP="00806EC6">
          <w:pPr>
            <w:pStyle w:val="Zpat0"/>
            <w:tabs>
              <w:tab w:val="left" w:pos="5475"/>
              <w:tab w:val="right" w:pos="8335"/>
            </w:tabs>
            <w:jc w:val="left"/>
          </w:pPr>
          <w:r>
            <w:tab/>
          </w:r>
          <w:r>
            <w:tab/>
          </w:r>
          <w:r>
            <w:tab/>
            <w:t>SMLOUVA O DÍLO - Zhotovení stavby</w:t>
          </w:r>
        </w:p>
      </w:tc>
    </w:tr>
  </w:tbl>
  <w:p w14:paraId="4B76BD79" w14:textId="77777777" w:rsidR="00FA4B1C" w:rsidRPr="00B8518B" w:rsidRDefault="00FA4B1C" w:rsidP="009B1E78">
    <w:pPr>
      <w:pStyle w:val="Zpat"/>
      <w:tabs>
        <w:tab w:val="clear" w:pos="4536"/>
        <w:tab w:val="clear" w:pos="9072"/>
        <w:tab w:val="left" w:pos="900"/>
      </w:tabs>
      <w:rPr>
        <w:sz w:val="2"/>
        <w:szCs w:val="2"/>
      </w:rPr>
    </w:pPr>
    <w:r>
      <w:rPr>
        <w:sz w:val="2"/>
        <w:szCs w:val="2"/>
      </w:rPr>
      <w:tab/>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5DF0037F" w14:textId="77777777" w:rsidTr="00EB46E5">
      <w:tc>
        <w:tcPr>
          <w:tcW w:w="1361" w:type="dxa"/>
          <w:tcMar>
            <w:left w:w="0" w:type="dxa"/>
            <w:right w:w="0" w:type="dxa"/>
          </w:tcMar>
          <w:vAlign w:val="bottom"/>
        </w:tcPr>
        <w:p w14:paraId="32821940" w14:textId="77777777" w:rsidR="00FA4B1C" w:rsidRPr="00B8518B" w:rsidRDefault="00FA4B1C" w:rsidP="009B1E78">
          <w:pPr>
            <w:pStyle w:val="Zpat"/>
            <w:jc w:val="right"/>
            <w:rPr>
              <w:rStyle w:val="slostrnky"/>
            </w:rPr>
          </w:pPr>
          <w:r>
            <w:rPr>
              <w:rStyle w:val="slostrnky"/>
            </w:rPr>
            <w:t>1</w:t>
          </w:r>
          <w:r w:rsidRPr="00B8518B">
            <w:rPr>
              <w:rStyle w:val="slostrnky"/>
            </w:rPr>
            <w:t>/</w:t>
          </w:r>
          <w:r>
            <w:rPr>
              <w:rStyle w:val="slostrnky"/>
            </w:rPr>
            <w:t>1</w:t>
          </w:r>
        </w:p>
      </w:tc>
      <w:tc>
        <w:tcPr>
          <w:tcW w:w="284" w:type="dxa"/>
          <w:shd w:val="clear" w:color="auto" w:fill="auto"/>
          <w:tcMar>
            <w:left w:w="0" w:type="dxa"/>
            <w:right w:w="0" w:type="dxa"/>
          </w:tcMar>
        </w:tcPr>
        <w:p w14:paraId="440F74A1" w14:textId="77777777" w:rsidR="00FA4B1C" w:rsidRDefault="00FA4B1C" w:rsidP="00B8518B">
          <w:pPr>
            <w:pStyle w:val="Zpat"/>
          </w:pPr>
        </w:p>
      </w:tc>
      <w:tc>
        <w:tcPr>
          <w:tcW w:w="425" w:type="dxa"/>
          <w:shd w:val="clear" w:color="auto" w:fill="auto"/>
          <w:tcMar>
            <w:left w:w="0" w:type="dxa"/>
            <w:right w:w="0" w:type="dxa"/>
          </w:tcMar>
        </w:tcPr>
        <w:p w14:paraId="1FFA302A" w14:textId="77777777" w:rsidR="00FA4B1C" w:rsidRDefault="00FA4B1C" w:rsidP="00B8518B">
          <w:pPr>
            <w:pStyle w:val="Zpat"/>
          </w:pPr>
        </w:p>
      </w:tc>
      <w:tc>
        <w:tcPr>
          <w:tcW w:w="8505" w:type="dxa"/>
        </w:tcPr>
        <w:p w14:paraId="5C166F68" w14:textId="146A5FA1" w:rsidR="00FA4B1C" w:rsidRPr="00143EC0" w:rsidRDefault="00FA4B1C" w:rsidP="00F422D3">
          <w:pPr>
            <w:pStyle w:val="Zpat0"/>
            <w:rPr>
              <w:b/>
            </w:rPr>
          </w:pPr>
          <w:r>
            <w:rPr>
              <w:b/>
            </w:rPr>
            <w:t>PŘÍLOHA č.12</w:t>
          </w:r>
        </w:p>
        <w:p w14:paraId="63BCD2CE" w14:textId="77777777" w:rsidR="00FA4B1C" w:rsidRDefault="00FA4B1C" w:rsidP="00806EC6">
          <w:pPr>
            <w:pStyle w:val="Zpat0"/>
            <w:tabs>
              <w:tab w:val="left" w:pos="5475"/>
              <w:tab w:val="right" w:pos="8335"/>
            </w:tabs>
            <w:jc w:val="left"/>
          </w:pPr>
          <w:r>
            <w:tab/>
          </w:r>
          <w:r>
            <w:tab/>
          </w:r>
          <w:r>
            <w:tab/>
            <w:t>SMLOUVA O DÍLO - Zhotovení stavby</w:t>
          </w:r>
        </w:p>
      </w:tc>
    </w:tr>
  </w:tbl>
  <w:p w14:paraId="5BC31718" w14:textId="77777777" w:rsidR="00FA4B1C" w:rsidRPr="00B8518B" w:rsidRDefault="00FA4B1C" w:rsidP="009B1E78">
    <w:pPr>
      <w:pStyle w:val="Zpat"/>
      <w:tabs>
        <w:tab w:val="clear" w:pos="4536"/>
        <w:tab w:val="clear" w:pos="9072"/>
        <w:tab w:val="left" w:pos="900"/>
      </w:tabs>
      <w:rPr>
        <w:sz w:val="2"/>
        <w:szCs w:val="2"/>
      </w:rPr>
    </w:pPr>
    <w:r>
      <w:rPr>
        <w:sz w:val="2"/>
        <w:szCs w:val="2"/>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FA4B1C" w:rsidRPr="00B8518B" w:rsidRDefault="00FA4B1C" w:rsidP="00460660">
    <w:pPr>
      <w:pStyle w:val="Zpat"/>
      <w:rPr>
        <w:sz w:val="2"/>
        <w:szCs w:val="2"/>
      </w:rPr>
    </w:pPr>
  </w:p>
  <w:p w14:paraId="45691DB0" w14:textId="77777777" w:rsidR="00FA4B1C" w:rsidRPr="00460660" w:rsidRDefault="00FA4B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45B25F6C" w14:textId="77777777" w:rsidTr="00EB46E5">
      <w:tc>
        <w:tcPr>
          <w:tcW w:w="1361" w:type="dxa"/>
          <w:tcMar>
            <w:left w:w="0" w:type="dxa"/>
            <w:right w:w="0" w:type="dxa"/>
          </w:tcMar>
          <w:vAlign w:val="bottom"/>
        </w:tcPr>
        <w:p w14:paraId="79F60CB1" w14:textId="496CA68E" w:rsidR="00FA4B1C" w:rsidRPr="00B8518B" w:rsidRDefault="00FA4B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FA4B1C" w:rsidRDefault="00FA4B1C" w:rsidP="00B8518B">
          <w:pPr>
            <w:pStyle w:val="Zpat"/>
          </w:pPr>
        </w:p>
      </w:tc>
      <w:tc>
        <w:tcPr>
          <w:tcW w:w="425" w:type="dxa"/>
          <w:shd w:val="clear" w:color="auto" w:fill="auto"/>
          <w:tcMar>
            <w:left w:w="0" w:type="dxa"/>
            <w:right w:w="0" w:type="dxa"/>
          </w:tcMar>
        </w:tcPr>
        <w:p w14:paraId="327422A9" w14:textId="77777777" w:rsidR="00FA4B1C" w:rsidRDefault="00FA4B1C" w:rsidP="00B8518B">
          <w:pPr>
            <w:pStyle w:val="Zpat"/>
          </w:pPr>
        </w:p>
      </w:tc>
      <w:tc>
        <w:tcPr>
          <w:tcW w:w="8505" w:type="dxa"/>
        </w:tcPr>
        <w:p w14:paraId="2C6286EF" w14:textId="77777777" w:rsidR="00FA4B1C" w:rsidRPr="00143EC0" w:rsidRDefault="00FA4B1C" w:rsidP="00F422D3">
          <w:pPr>
            <w:pStyle w:val="Zpat0"/>
            <w:rPr>
              <w:b/>
            </w:rPr>
          </w:pPr>
          <w:r w:rsidRPr="00143EC0">
            <w:rPr>
              <w:b/>
            </w:rPr>
            <w:t>PŘÍLOHA č. 1</w:t>
          </w:r>
        </w:p>
        <w:p w14:paraId="5ADF5AFC" w14:textId="77777777" w:rsidR="00FA4B1C" w:rsidRDefault="00FA4B1C" w:rsidP="00F95FBD">
          <w:pPr>
            <w:pStyle w:val="Zpat0"/>
          </w:pPr>
          <w:r>
            <w:t>SMLOUVA O DÍLO - Zhotovení stavby</w:t>
          </w:r>
        </w:p>
      </w:tc>
    </w:tr>
  </w:tbl>
  <w:p w14:paraId="67037EF5" w14:textId="77777777" w:rsidR="00FA4B1C" w:rsidRPr="00B8518B" w:rsidRDefault="00FA4B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0B272FE8" w14:textId="77777777" w:rsidTr="00EB46E5">
      <w:tc>
        <w:tcPr>
          <w:tcW w:w="1361" w:type="dxa"/>
          <w:tcMar>
            <w:left w:w="0" w:type="dxa"/>
            <w:right w:w="0" w:type="dxa"/>
          </w:tcMar>
          <w:vAlign w:val="bottom"/>
        </w:tcPr>
        <w:p w14:paraId="7BD637A4" w14:textId="242B6C4A"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FA4B1C" w:rsidRDefault="00FA4B1C" w:rsidP="005A7872">
          <w:pPr>
            <w:pStyle w:val="Zpat"/>
          </w:pPr>
        </w:p>
      </w:tc>
      <w:tc>
        <w:tcPr>
          <w:tcW w:w="425" w:type="dxa"/>
          <w:shd w:val="clear" w:color="auto" w:fill="auto"/>
          <w:tcMar>
            <w:left w:w="0" w:type="dxa"/>
            <w:right w:w="0" w:type="dxa"/>
          </w:tcMar>
        </w:tcPr>
        <w:p w14:paraId="75DCC6EC" w14:textId="77777777" w:rsidR="00FA4B1C" w:rsidRDefault="00FA4B1C" w:rsidP="00B8518B">
          <w:pPr>
            <w:pStyle w:val="Zpat"/>
          </w:pPr>
        </w:p>
      </w:tc>
      <w:tc>
        <w:tcPr>
          <w:tcW w:w="8505" w:type="dxa"/>
        </w:tcPr>
        <w:p w14:paraId="31C8377C" w14:textId="77777777" w:rsidR="00FA4B1C" w:rsidRPr="00143EC0" w:rsidRDefault="00FA4B1C" w:rsidP="00F422D3">
          <w:pPr>
            <w:pStyle w:val="Zpat0"/>
            <w:rPr>
              <w:b/>
            </w:rPr>
          </w:pPr>
          <w:r>
            <w:rPr>
              <w:b/>
            </w:rPr>
            <w:t>PŘÍLOHA č. 2</w:t>
          </w:r>
        </w:p>
        <w:p w14:paraId="69054B50" w14:textId="77777777" w:rsidR="00FA4B1C" w:rsidRDefault="00FA4B1C" w:rsidP="00F95FBD">
          <w:pPr>
            <w:pStyle w:val="Zpat0"/>
          </w:pPr>
          <w:r>
            <w:t>SMLOUVA O DÍLO - Zhotovení stavby</w:t>
          </w:r>
        </w:p>
      </w:tc>
    </w:tr>
  </w:tbl>
  <w:p w14:paraId="796583B6" w14:textId="77777777" w:rsidR="00FA4B1C" w:rsidRPr="00B8518B" w:rsidRDefault="00FA4B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0EED8EF5" w14:textId="77777777" w:rsidTr="00EB46E5">
      <w:tc>
        <w:tcPr>
          <w:tcW w:w="1361" w:type="dxa"/>
          <w:tcMar>
            <w:left w:w="0" w:type="dxa"/>
            <w:right w:w="0" w:type="dxa"/>
          </w:tcMar>
          <w:vAlign w:val="bottom"/>
        </w:tcPr>
        <w:p w14:paraId="70E2D778" w14:textId="3825BE74"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FA4B1C" w:rsidRDefault="00FA4B1C" w:rsidP="005A7872">
          <w:pPr>
            <w:pStyle w:val="Zpat"/>
          </w:pPr>
        </w:p>
      </w:tc>
      <w:tc>
        <w:tcPr>
          <w:tcW w:w="425" w:type="dxa"/>
          <w:shd w:val="clear" w:color="auto" w:fill="auto"/>
          <w:tcMar>
            <w:left w:w="0" w:type="dxa"/>
            <w:right w:w="0" w:type="dxa"/>
          </w:tcMar>
        </w:tcPr>
        <w:p w14:paraId="113F908C" w14:textId="77777777" w:rsidR="00FA4B1C" w:rsidRDefault="00FA4B1C" w:rsidP="00B8518B">
          <w:pPr>
            <w:pStyle w:val="Zpat"/>
          </w:pPr>
        </w:p>
      </w:tc>
      <w:tc>
        <w:tcPr>
          <w:tcW w:w="8505" w:type="dxa"/>
        </w:tcPr>
        <w:p w14:paraId="4E991124" w14:textId="77777777" w:rsidR="00FA4B1C" w:rsidRPr="00143EC0" w:rsidRDefault="00FA4B1C" w:rsidP="00F422D3">
          <w:pPr>
            <w:pStyle w:val="Zpat0"/>
            <w:rPr>
              <w:b/>
            </w:rPr>
          </w:pPr>
          <w:r>
            <w:rPr>
              <w:b/>
            </w:rPr>
            <w:t>PŘÍLOHA č. 3</w:t>
          </w:r>
        </w:p>
        <w:p w14:paraId="61337A74" w14:textId="77777777" w:rsidR="00FA4B1C" w:rsidRDefault="00FA4B1C" w:rsidP="00F95FBD">
          <w:pPr>
            <w:pStyle w:val="Zpat0"/>
          </w:pPr>
          <w:r>
            <w:t>SMLOUVA O DÍLO - Zhotovení stavby</w:t>
          </w:r>
        </w:p>
      </w:tc>
    </w:tr>
  </w:tbl>
  <w:p w14:paraId="4A92062D" w14:textId="77777777" w:rsidR="00FA4B1C" w:rsidRPr="00B8518B" w:rsidRDefault="00FA4B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2D7DEC8B" w14:textId="77777777" w:rsidTr="00EB46E5">
      <w:tc>
        <w:tcPr>
          <w:tcW w:w="1361" w:type="dxa"/>
          <w:tcMar>
            <w:left w:w="0" w:type="dxa"/>
            <w:right w:w="0" w:type="dxa"/>
          </w:tcMar>
          <w:vAlign w:val="bottom"/>
        </w:tcPr>
        <w:p w14:paraId="2C7E2C24" w14:textId="40D91E51"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FA4B1C" w:rsidRDefault="00FA4B1C" w:rsidP="005A7872">
          <w:pPr>
            <w:pStyle w:val="Zpat"/>
          </w:pPr>
        </w:p>
      </w:tc>
      <w:tc>
        <w:tcPr>
          <w:tcW w:w="425" w:type="dxa"/>
          <w:shd w:val="clear" w:color="auto" w:fill="auto"/>
          <w:tcMar>
            <w:left w:w="0" w:type="dxa"/>
            <w:right w:w="0" w:type="dxa"/>
          </w:tcMar>
        </w:tcPr>
        <w:p w14:paraId="0C58202A" w14:textId="77777777" w:rsidR="00FA4B1C" w:rsidRDefault="00FA4B1C" w:rsidP="00B8518B">
          <w:pPr>
            <w:pStyle w:val="Zpat"/>
          </w:pPr>
        </w:p>
      </w:tc>
      <w:tc>
        <w:tcPr>
          <w:tcW w:w="8505" w:type="dxa"/>
        </w:tcPr>
        <w:p w14:paraId="2BD697D7" w14:textId="77777777" w:rsidR="00FA4B1C" w:rsidRPr="00143EC0" w:rsidRDefault="00FA4B1C" w:rsidP="00F422D3">
          <w:pPr>
            <w:pStyle w:val="Zpat0"/>
            <w:rPr>
              <w:b/>
            </w:rPr>
          </w:pPr>
          <w:r>
            <w:rPr>
              <w:b/>
            </w:rPr>
            <w:t>PŘÍLOHA č. 4</w:t>
          </w:r>
        </w:p>
        <w:p w14:paraId="628BEFDD" w14:textId="77777777" w:rsidR="00FA4B1C" w:rsidRDefault="00FA4B1C" w:rsidP="00F95FBD">
          <w:pPr>
            <w:pStyle w:val="Zpat0"/>
          </w:pPr>
          <w:r>
            <w:t>SMLOUVA O DÍLO - Zhotovení stavby</w:t>
          </w:r>
        </w:p>
      </w:tc>
    </w:tr>
  </w:tbl>
  <w:p w14:paraId="52E8629E" w14:textId="77777777" w:rsidR="00FA4B1C" w:rsidRPr="00B8518B" w:rsidRDefault="00FA4B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1D82DD62" w14:textId="77777777" w:rsidTr="00EB46E5">
      <w:tc>
        <w:tcPr>
          <w:tcW w:w="1361" w:type="dxa"/>
          <w:tcMar>
            <w:left w:w="0" w:type="dxa"/>
            <w:right w:w="0" w:type="dxa"/>
          </w:tcMar>
          <w:vAlign w:val="bottom"/>
        </w:tcPr>
        <w:p w14:paraId="2AA6EDA9" w14:textId="43633EC8"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FA4B1C" w:rsidRDefault="00FA4B1C" w:rsidP="005A7872">
          <w:pPr>
            <w:pStyle w:val="Zpat"/>
          </w:pPr>
        </w:p>
      </w:tc>
      <w:tc>
        <w:tcPr>
          <w:tcW w:w="425" w:type="dxa"/>
          <w:shd w:val="clear" w:color="auto" w:fill="auto"/>
          <w:tcMar>
            <w:left w:w="0" w:type="dxa"/>
            <w:right w:w="0" w:type="dxa"/>
          </w:tcMar>
        </w:tcPr>
        <w:p w14:paraId="2DE511E7" w14:textId="77777777" w:rsidR="00FA4B1C" w:rsidRDefault="00FA4B1C" w:rsidP="00B8518B">
          <w:pPr>
            <w:pStyle w:val="Zpat"/>
          </w:pPr>
        </w:p>
      </w:tc>
      <w:tc>
        <w:tcPr>
          <w:tcW w:w="8505" w:type="dxa"/>
        </w:tcPr>
        <w:p w14:paraId="47ECA342" w14:textId="77777777" w:rsidR="00FA4B1C" w:rsidRPr="00143EC0" w:rsidRDefault="00FA4B1C" w:rsidP="00F422D3">
          <w:pPr>
            <w:pStyle w:val="Zpat0"/>
            <w:rPr>
              <w:b/>
            </w:rPr>
          </w:pPr>
          <w:r>
            <w:rPr>
              <w:b/>
            </w:rPr>
            <w:t>PŘÍLOHA č. 5</w:t>
          </w:r>
        </w:p>
        <w:p w14:paraId="5C3FFABC" w14:textId="77777777" w:rsidR="00FA4B1C" w:rsidRDefault="00FA4B1C" w:rsidP="00F95FBD">
          <w:pPr>
            <w:pStyle w:val="Zpat0"/>
          </w:pPr>
          <w:r>
            <w:t>SMLOUVA O DÍLO - Zhotovení stavby</w:t>
          </w:r>
        </w:p>
      </w:tc>
    </w:tr>
  </w:tbl>
  <w:p w14:paraId="4073BF56" w14:textId="77777777" w:rsidR="00FA4B1C" w:rsidRPr="00B8518B" w:rsidRDefault="00FA4B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6E441048" w14:textId="77777777" w:rsidTr="00EB46E5">
      <w:tc>
        <w:tcPr>
          <w:tcW w:w="1361" w:type="dxa"/>
          <w:tcMar>
            <w:left w:w="0" w:type="dxa"/>
            <w:right w:w="0" w:type="dxa"/>
          </w:tcMar>
          <w:vAlign w:val="bottom"/>
        </w:tcPr>
        <w:p w14:paraId="524DBA7A" w14:textId="7AC5BACC"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FA4B1C" w:rsidRDefault="00FA4B1C" w:rsidP="005A7872">
          <w:pPr>
            <w:pStyle w:val="Zpat"/>
          </w:pPr>
        </w:p>
      </w:tc>
      <w:tc>
        <w:tcPr>
          <w:tcW w:w="425" w:type="dxa"/>
          <w:shd w:val="clear" w:color="auto" w:fill="auto"/>
          <w:tcMar>
            <w:left w:w="0" w:type="dxa"/>
            <w:right w:w="0" w:type="dxa"/>
          </w:tcMar>
        </w:tcPr>
        <w:p w14:paraId="5CF80CDB" w14:textId="77777777" w:rsidR="00FA4B1C" w:rsidRDefault="00FA4B1C" w:rsidP="00B8518B">
          <w:pPr>
            <w:pStyle w:val="Zpat"/>
          </w:pPr>
        </w:p>
      </w:tc>
      <w:tc>
        <w:tcPr>
          <w:tcW w:w="8505" w:type="dxa"/>
        </w:tcPr>
        <w:p w14:paraId="33121E7A" w14:textId="77777777" w:rsidR="00FA4B1C" w:rsidRPr="00143EC0" w:rsidRDefault="00FA4B1C" w:rsidP="00F422D3">
          <w:pPr>
            <w:pStyle w:val="Zpat0"/>
            <w:rPr>
              <w:b/>
            </w:rPr>
          </w:pPr>
          <w:r>
            <w:rPr>
              <w:b/>
            </w:rPr>
            <w:t>PŘÍLOHA č. 6</w:t>
          </w:r>
        </w:p>
        <w:p w14:paraId="5927FDE5" w14:textId="77777777" w:rsidR="00FA4B1C" w:rsidRDefault="00FA4B1C" w:rsidP="00F95FBD">
          <w:pPr>
            <w:pStyle w:val="Zpat0"/>
          </w:pPr>
          <w:r>
            <w:t>SMLOUVA O DÍLO - Zhotovení stavby</w:t>
          </w:r>
        </w:p>
      </w:tc>
    </w:tr>
  </w:tbl>
  <w:p w14:paraId="44318F0B" w14:textId="77777777" w:rsidR="00FA4B1C" w:rsidRPr="00B8518B" w:rsidRDefault="00FA4B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4B1C" w14:paraId="67B18BD7" w14:textId="77777777" w:rsidTr="00EB46E5">
      <w:tc>
        <w:tcPr>
          <w:tcW w:w="1361" w:type="dxa"/>
          <w:tcMar>
            <w:left w:w="0" w:type="dxa"/>
            <w:right w:w="0" w:type="dxa"/>
          </w:tcMar>
          <w:vAlign w:val="bottom"/>
        </w:tcPr>
        <w:p w14:paraId="6AD8359E" w14:textId="09BB3D72" w:rsidR="00FA4B1C" w:rsidRPr="00B8518B" w:rsidRDefault="00FA4B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1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711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FA4B1C" w:rsidRDefault="00FA4B1C" w:rsidP="005A7872">
          <w:pPr>
            <w:pStyle w:val="Zpat"/>
          </w:pPr>
        </w:p>
      </w:tc>
      <w:tc>
        <w:tcPr>
          <w:tcW w:w="425" w:type="dxa"/>
          <w:shd w:val="clear" w:color="auto" w:fill="auto"/>
          <w:tcMar>
            <w:left w:w="0" w:type="dxa"/>
            <w:right w:w="0" w:type="dxa"/>
          </w:tcMar>
        </w:tcPr>
        <w:p w14:paraId="728F4F29" w14:textId="77777777" w:rsidR="00FA4B1C" w:rsidRDefault="00FA4B1C" w:rsidP="00B8518B">
          <w:pPr>
            <w:pStyle w:val="Zpat"/>
          </w:pPr>
        </w:p>
      </w:tc>
      <w:tc>
        <w:tcPr>
          <w:tcW w:w="8505" w:type="dxa"/>
        </w:tcPr>
        <w:p w14:paraId="7EDCD52C" w14:textId="77777777" w:rsidR="00FA4B1C" w:rsidRPr="00143EC0" w:rsidRDefault="00FA4B1C" w:rsidP="00F422D3">
          <w:pPr>
            <w:pStyle w:val="Zpat0"/>
            <w:rPr>
              <w:b/>
            </w:rPr>
          </w:pPr>
          <w:r>
            <w:rPr>
              <w:b/>
            </w:rPr>
            <w:t>PŘÍLOHA č. 7</w:t>
          </w:r>
        </w:p>
        <w:p w14:paraId="78EAEDCB" w14:textId="77777777" w:rsidR="00FA4B1C" w:rsidRDefault="00FA4B1C" w:rsidP="00F95FBD">
          <w:pPr>
            <w:pStyle w:val="Zpat0"/>
          </w:pPr>
          <w:r>
            <w:t>SMLOUVA O DÍLO - Zhotovení stavby</w:t>
          </w:r>
        </w:p>
      </w:tc>
    </w:tr>
  </w:tbl>
  <w:p w14:paraId="214EA421" w14:textId="77777777" w:rsidR="00FA4B1C" w:rsidRPr="00B8518B" w:rsidRDefault="00FA4B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FA4B1C" w:rsidRDefault="00FA4B1C" w:rsidP="00962258">
      <w:pPr>
        <w:spacing w:after="0" w:line="240" w:lineRule="auto"/>
      </w:pPr>
      <w:r>
        <w:separator/>
      </w:r>
    </w:p>
  </w:footnote>
  <w:footnote w:type="continuationSeparator" w:id="0">
    <w:p w14:paraId="2DF00CCF" w14:textId="77777777" w:rsidR="00FA4B1C" w:rsidRDefault="00FA4B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4B1C" w14:paraId="70EBCDE4" w14:textId="77777777" w:rsidTr="00C02D0A">
      <w:trPr>
        <w:trHeight w:hRule="exact" w:val="454"/>
      </w:trPr>
      <w:tc>
        <w:tcPr>
          <w:tcW w:w="1361" w:type="dxa"/>
          <w:tcMar>
            <w:top w:w="57" w:type="dxa"/>
            <w:left w:w="0" w:type="dxa"/>
            <w:right w:w="0" w:type="dxa"/>
          </w:tcMar>
        </w:tcPr>
        <w:p w14:paraId="6D1C7585" w14:textId="77777777" w:rsidR="00FA4B1C" w:rsidRPr="00B8518B" w:rsidRDefault="00FA4B1C" w:rsidP="00523EA7">
          <w:pPr>
            <w:pStyle w:val="Zpat"/>
            <w:rPr>
              <w:rStyle w:val="slostrnky"/>
            </w:rPr>
          </w:pPr>
        </w:p>
      </w:tc>
      <w:tc>
        <w:tcPr>
          <w:tcW w:w="3458" w:type="dxa"/>
          <w:shd w:val="clear" w:color="auto" w:fill="auto"/>
          <w:tcMar>
            <w:top w:w="57" w:type="dxa"/>
            <w:left w:w="0" w:type="dxa"/>
            <w:right w:w="0" w:type="dxa"/>
          </w:tcMar>
        </w:tcPr>
        <w:p w14:paraId="77D55BE2" w14:textId="77777777" w:rsidR="00FA4B1C" w:rsidRDefault="00FA4B1C" w:rsidP="00523EA7">
          <w:pPr>
            <w:pStyle w:val="Zpat"/>
          </w:pPr>
        </w:p>
      </w:tc>
      <w:tc>
        <w:tcPr>
          <w:tcW w:w="5698" w:type="dxa"/>
          <w:shd w:val="clear" w:color="auto" w:fill="auto"/>
          <w:tcMar>
            <w:top w:w="57" w:type="dxa"/>
            <w:left w:w="0" w:type="dxa"/>
            <w:right w:w="0" w:type="dxa"/>
          </w:tcMar>
        </w:tcPr>
        <w:p w14:paraId="4F32F4F2" w14:textId="77777777" w:rsidR="00FA4B1C" w:rsidRPr="00D6163D" w:rsidRDefault="00FA4B1C" w:rsidP="00D6163D">
          <w:pPr>
            <w:pStyle w:val="Druhdokumentu"/>
          </w:pPr>
        </w:p>
      </w:tc>
    </w:tr>
  </w:tbl>
  <w:p w14:paraId="214685D6" w14:textId="77777777" w:rsidR="00FA4B1C" w:rsidRPr="00D6163D" w:rsidRDefault="00FA4B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4B1C" w14:paraId="29A23F3D" w14:textId="77777777" w:rsidTr="00B22106">
      <w:trPr>
        <w:trHeight w:hRule="exact" w:val="936"/>
      </w:trPr>
      <w:tc>
        <w:tcPr>
          <w:tcW w:w="1361" w:type="dxa"/>
          <w:tcMar>
            <w:left w:w="0" w:type="dxa"/>
            <w:right w:w="0" w:type="dxa"/>
          </w:tcMar>
        </w:tcPr>
        <w:p w14:paraId="773B0CA4" w14:textId="77777777" w:rsidR="00FA4B1C" w:rsidRPr="00B8518B" w:rsidRDefault="00FA4B1C" w:rsidP="00FC6389">
          <w:pPr>
            <w:pStyle w:val="Zpat"/>
            <w:rPr>
              <w:rStyle w:val="slostrnky"/>
            </w:rPr>
          </w:pPr>
        </w:p>
      </w:tc>
      <w:tc>
        <w:tcPr>
          <w:tcW w:w="3458" w:type="dxa"/>
          <w:shd w:val="clear" w:color="auto" w:fill="auto"/>
          <w:tcMar>
            <w:left w:w="0" w:type="dxa"/>
            <w:right w:w="0" w:type="dxa"/>
          </w:tcMar>
        </w:tcPr>
        <w:p w14:paraId="2F60DDA6" w14:textId="77777777" w:rsidR="00FA4B1C" w:rsidRDefault="00FA4B1C" w:rsidP="00FC6389">
          <w:pPr>
            <w:pStyle w:val="Zpat"/>
          </w:pPr>
        </w:p>
      </w:tc>
      <w:tc>
        <w:tcPr>
          <w:tcW w:w="5756" w:type="dxa"/>
          <w:shd w:val="clear" w:color="auto" w:fill="auto"/>
          <w:tcMar>
            <w:left w:w="0" w:type="dxa"/>
            <w:right w:w="0" w:type="dxa"/>
          </w:tcMar>
        </w:tcPr>
        <w:p w14:paraId="3223FCB3" w14:textId="77777777" w:rsidR="00FA4B1C" w:rsidRPr="00D6163D" w:rsidRDefault="00FA4B1C" w:rsidP="00FC6389">
          <w:pPr>
            <w:pStyle w:val="Druhdokumentu"/>
          </w:pPr>
        </w:p>
      </w:tc>
    </w:tr>
    <w:tr w:rsidR="00FA4B1C" w14:paraId="70CD904D" w14:textId="77777777" w:rsidTr="00B22106">
      <w:trPr>
        <w:trHeight w:hRule="exact" w:val="936"/>
      </w:trPr>
      <w:tc>
        <w:tcPr>
          <w:tcW w:w="1361" w:type="dxa"/>
          <w:tcMar>
            <w:left w:w="0" w:type="dxa"/>
            <w:right w:w="0" w:type="dxa"/>
          </w:tcMar>
        </w:tcPr>
        <w:p w14:paraId="5060C354" w14:textId="77777777" w:rsidR="00FA4B1C" w:rsidRPr="00B8518B" w:rsidRDefault="00FA4B1C" w:rsidP="00FC6389">
          <w:pPr>
            <w:pStyle w:val="Zpat"/>
            <w:rPr>
              <w:rStyle w:val="slostrnky"/>
            </w:rPr>
          </w:pPr>
        </w:p>
      </w:tc>
      <w:tc>
        <w:tcPr>
          <w:tcW w:w="3458" w:type="dxa"/>
          <w:shd w:val="clear" w:color="auto" w:fill="auto"/>
          <w:tcMar>
            <w:left w:w="0" w:type="dxa"/>
            <w:right w:w="0" w:type="dxa"/>
          </w:tcMar>
        </w:tcPr>
        <w:p w14:paraId="2B3241E3" w14:textId="77777777" w:rsidR="00FA4B1C" w:rsidRDefault="00FA4B1C" w:rsidP="00FC6389">
          <w:pPr>
            <w:pStyle w:val="Zpat"/>
          </w:pPr>
        </w:p>
      </w:tc>
      <w:tc>
        <w:tcPr>
          <w:tcW w:w="5756" w:type="dxa"/>
          <w:shd w:val="clear" w:color="auto" w:fill="auto"/>
          <w:tcMar>
            <w:left w:w="0" w:type="dxa"/>
            <w:right w:w="0" w:type="dxa"/>
          </w:tcMar>
        </w:tcPr>
        <w:p w14:paraId="4216692C" w14:textId="486FC071" w:rsidR="00FA4B1C" w:rsidRPr="00D6163D" w:rsidRDefault="00FA4B1C" w:rsidP="005F2CC6">
          <w:pPr>
            <w:pStyle w:val="Druhdokumentu"/>
            <w:tabs>
              <w:tab w:val="left" w:pos="2055"/>
            </w:tabs>
            <w:jc w:val="left"/>
          </w:pPr>
          <w:r>
            <w:tab/>
          </w:r>
          <w:r w:rsidRPr="00B20F0A">
            <w:rPr>
              <w:b w:val="0"/>
              <w:sz w:val="18"/>
              <w:szCs w:val="18"/>
            </w:rPr>
            <w:t>Č.j.: …………</w:t>
          </w:r>
          <w:r>
            <w:rPr>
              <w:b w:val="0"/>
              <w:sz w:val="18"/>
              <w:szCs w:val="18"/>
            </w:rPr>
            <w:t>…………………..</w:t>
          </w:r>
          <w:r w:rsidRPr="00B20F0A">
            <w:rPr>
              <w:b w:val="0"/>
              <w:sz w:val="18"/>
              <w:szCs w:val="18"/>
            </w:rPr>
            <w:t>……….</w:t>
          </w:r>
        </w:p>
      </w:tc>
    </w:tr>
  </w:tbl>
  <w:p w14:paraId="1925D994" w14:textId="77777777" w:rsidR="00FA4B1C" w:rsidRPr="00D6163D" w:rsidRDefault="00FA4B1C" w:rsidP="00FC6389">
    <w:pPr>
      <w:pStyle w:val="Zhlav"/>
      <w:rPr>
        <w:sz w:val="8"/>
        <w:szCs w:val="8"/>
      </w:rPr>
    </w:pPr>
    <w:r>
      <w:rPr>
        <w:noProof/>
        <w:lang w:eastAsia="cs-CZ"/>
      </w:rPr>
      <w:drawing>
        <wp:anchor distT="0" distB="0" distL="114300" distR="114300" simplePos="0" relativeHeight="251658752"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FA4B1C" w:rsidRPr="00460660" w:rsidRDefault="00FA4B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4B1C" w14:paraId="4BDEEA6D" w14:textId="77777777" w:rsidTr="00C02D0A">
      <w:trPr>
        <w:trHeight w:hRule="exact" w:val="454"/>
      </w:trPr>
      <w:tc>
        <w:tcPr>
          <w:tcW w:w="1361" w:type="dxa"/>
          <w:tcMar>
            <w:top w:w="57" w:type="dxa"/>
            <w:left w:w="0" w:type="dxa"/>
            <w:right w:w="0" w:type="dxa"/>
          </w:tcMar>
        </w:tcPr>
        <w:p w14:paraId="06EB2851" w14:textId="77777777" w:rsidR="00FA4B1C" w:rsidRPr="00B8518B" w:rsidRDefault="00FA4B1C" w:rsidP="00523EA7">
          <w:pPr>
            <w:pStyle w:val="Zpat"/>
            <w:rPr>
              <w:rStyle w:val="slostrnky"/>
            </w:rPr>
          </w:pPr>
        </w:p>
      </w:tc>
      <w:tc>
        <w:tcPr>
          <w:tcW w:w="3458" w:type="dxa"/>
          <w:shd w:val="clear" w:color="auto" w:fill="auto"/>
          <w:tcMar>
            <w:top w:w="57" w:type="dxa"/>
            <w:left w:w="0" w:type="dxa"/>
            <w:right w:w="0" w:type="dxa"/>
          </w:tcMar>
        </w:tcPr>
        <w:p w14:paraId="06764F05" w14:textId="77777777" w:rsidR="00FA4B1C" w:rsidRDefault="00FA4B1C" w:rsidP="00523EA7">
          <w:pPr>
            <w:pStyle w:val="Zpat"/>
          </w:pPr>
        </w:p>
      </w:tc>
      <w:tc>
        <w:tcPr>
          <w:tcW w:w="5698" w:type="dxa"/>
          <w:shd w:val="clear" w:color="auto" w:fill="auto"/>
          <w:tcMar>
            <w:top w:w="57" w:type="dxa"/>
            <w:left w:w="0" w:type="dxa"/>
            <w:right w:w="0" w:type="dxa"/>
          </w:tcMar>
        </w:tcPr>
        <w:p w14:paraId="03C23103" w14:textId="77777777" w:rsidR="00FA4B1C" w:rsidRPr="00D6163D" w:rsidRDefault="00FA4B1C" w:rsidP="00D6163D">
          <w:pPr>
            <w:pStyle w:val="Druhdokumentu"/>
          </w:pPr>
        </w:p>
      </w:tc>
    </w:tr>
  </w:tbl>
  <w:p w14:paraId="41D42320" w14:textId="77777777" w:rsidR="00FA4B1C" w:rsidRPr="00D6163D" w:rsidRDefault="00FA4B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4B1C" w14:paraId="6084D9F7" w14:textId="77777777" w:rsidTr="00C02D0A">
      <w:trPr>
        <w:trHeight w:hRule="exact" w:val="454"/>
      </w:trPr>
      <w:tc>
        <w:tcPr>
          <w:tcW w:w="1361" w:type="dxa"/>
          <w:tcMar>
            <w:top w:w="57" w:type="dxa"/>
            <w:left w:w="0" w:type="dxa"/>
            <w:right w:w="0" w:type="dxa"/>
          </w:tcMar>
        </w:tcPr>
        <w:p w14:paraId="55122BED" w14:textId="77777777" w:rsidR="00FA4B1C" w:rsidRPr="00B8518B" w:rsidRDefault="00FA4B1C" w:rsidP="00523EA7">
          <w:pPr>
            <w:pStyle w:val="Zpat"/>
            <w:rPr>
              <w:rStyle w:val="slostrnky"/>
            </w:rPr>
          </w:pPr>
        </w:p>
      </w:tc>
      <w:tc>
        <w:tcPr>
          <w:tcW w:w="3458" w:type="dxa"/>
          <w:shd w:val="clear" w:color="auto" w:fill="auto"/>
          <w:tcMar>
            <w:top w:w="57" w:type="dxa"/>
            <w:left w:w="0" w:type="dxa"/>
            <w:right w:w="0" w:type="dxa"/>
          </w:tcMar>
        </w:tcPr>
        <w:p w14:paraId="352BFC7D" w14:textId="77777777" w:rsidR="00FA4B1C" w:rsidRDefault="00FA4B1C" w:rsidP="00523EA7">
          <w:pPr>
            <w:pStyle w:val="Zpat"/>
          </w:pPr>
        </w:p>
      </w:tc>
      <w:tc>
        <w:tcPr>
          <w:tcW w:w="5698" w:type="dxa"/>
          <w:shd w:val="clear" w:color="auto" w:fill="auto"/>
          <w:tcMar>
            <w:top w:w="57" w:type="dxa"/>
            <w:left w:w="0" w:type="dxa"/>
            <w:right w:w="0" w:type="dxa"/>
          </w:tcMar>
        </w:tcPr>
        <w:p w14:paraId="738215A2" w14:textId="77777777" w:rsidR="00FA4B1C" w:rsidRPr="00D6163D" w:rsidRDefault="00FA4B1C" w:rsidP="00D6163D">
          <w:pPr>
            <w:pStyle w:val="Druhdokumentu"/>
          </w:pPr>
        </w:p>
      </w:tc>
    </w:tr>
  </w:tbl>
  <w:p w14:paraId="63AACB25" w14:textId="77777777" w:rsidR="00FA4B1C" w:rsidRPr="00D6163D" w:rsidRDefault="00FA4B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4B1C" w14:paraId="4248C52B" w14:textId="77777777" w:rsidTr="00C02D0A">
      <w:trPr>
        <w:trHeight w:hRule="exact" w:val="454"/>
      </w:trPr>
      <w:tc>
        <w:tcPr>
          <w:tcW w:w="1361" w:type="dxa"/>
          <w:tcMar>
            <w:top w:w="57" w:type="dxa"/>
            <w:left w:w="0" w:type="dxa"/>
            <w:right w:w="0" w:type="dxa"/>
          </w:tcMar>
        </w:tcPr>
        <w:p w14:paraId="227EE8E5" w14:textId="77777777" w:rsidR="00FA4B1C" w:rsidRPr="00B8518B" w:rsidRDefault="00FA4B1C" w:rsidP="00523EA7">
          <w:pPr>
            <w:pStyle w:val="Zpat"/>
            <w:rPr>
              <w:rStyle w:val="slostrnky"/>
            </w:rPr>
          </w:pPr>
        </w:p>
      </w:tc>
      <w:tc>
        <w:tcPr>
          <w:tcW w:w="3458" w:type="dxa"/>
          <w:shd w:val="clear" w:color="auto" w:fill="auto"/>
          <w:tcMar>
            <w:top w:w="57" w:type="dxa"/>
            <w:left w:w="0" w:type="dxa"/>
            <w:right w:w="0" w:type="dxa"/>
          </w:tcMar>
        </w:tcPr>
        <w:p w14:paraId="79B9543B" w14:textId="77777777" w:rsidR="00FA4B1C" w:rsidRDefault="00FA4B1C" w:rsidP="00523EA7">
          <w:pPr>
            <w:pStyle w:val="Zpat"/>
          </w:pPr>
        </w:p>
      </w:tc>
      <w:tc>
        <w:tcPr>
          <w:tcW w:w="5698" w:type="dxa"/>
          <w:shd w:val="clear" w:color="auto" w:fill="auto"/>
          <w:tcMar>
            <w:top w:w="57" w:type="dxa"/>
            <w:left w:w="0" w:type="dxa"/>
            <w:right w:w="0" w:type="dxa"/>
          </w:tcMar>
        </w:tcPr>
        <w:p w14:paraId="55E160BB" w14:textId="77777777" w:rsidR="00FA4B1C" w:rsidRPr="00D6163D" w:rsidRDefault="00FA4B1C" w:rsidP="00D6163D">
          <w:pPr>
            <w:pStyle w:val="Druhdokumentu"/>
          </w:pPr>
        </w:p>
      </w:tc>
    </w:tr>
  </w:tbl>
  <w:p w14:paraId="7CC0D749" w14:textId="77777777" w:rsidR="00FA4B1C" w:rsidRPr="00D6163D" w:rsidRDefault="00FA4B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4B1C" w14:paraId="6E9F8945" w14:textId="77777777" w:rsidTr="00C02D0A">
      <w:trPr>
        <w:trHeight w:hRule="exact" w:val="454"/>
      </w:trPr>
      <w:tc>
        <w:tcPr>
          <w:tcW w:w="1361" w:type="dxa"/>
          <w:tcMar>
            <w:top w:w="57" w:type="dxa"/>
            <w:left w:w="0" w:type="dxa"/>
            <w:right w:w="0" w:type="dxa"/>
          </w:tcMar>
        </w:tcPr>
        <w:p w14:paraId="6097A1C2" w14:textId="77777777" w:rsidR="00FA4B1C" w:rsidRPr="00B8518B" w:rsidRDefault="00FA4B1C" w:rsidP="00523EA7">
          <w:pPr>
            <w:pStyle w:val="Zpat"/>
            <w:rPr>
              <w:rStyle w:val="slostrnky"/>
            </w:rPr>
          </w:pPr>
        </w:p>
      </w:tc>
      <w:tc>
        <w:tcPr>
          <w:tcW w:w="3458" w:type="dxa"/>
          <w:shd w:val="clear" w:color="auto" w:fill="auto"/>
          <w:tcMar>
            <w:top w:w="57" w:type="dxa"/>
            <w:left w:w="0" w:type="dxa"/>
            <w:right w:w="0" w:type="dxa"/>
          </w:tcMar>
        </w:tcPr>
        <w:p w14:paraId="342573BB" w14:textId="77777777" w:rsidR="00FA4B1C" w:rsidRDefault="00FA4B1C" w:rsidP="00523EA7">
          <w:pPr>
            <w:pStyle w:val="Zpat"/>
          </w:pPr>
        </w:p>
      </w:tc>
      <w:tc>
        <w:tcPr>
          <w:tcW w:w="5698" w:type="dxa"/>
          <w:shd w:val="clear" w:color="auto" w:fill="auto"/>
          <w:tcMar>
            <w:top w:w="57" w:type="dxa"/>
            <w:left w:w="0" w:type="dxa"/>
            <w:right w:w="0" w:type="dxa"/>
          </w:tcMar>
        </w:tcPr>
        <w:p w14:paraId="1BD5A820" w14:textId="77777777" w:rsidR="00FA4B1C" w:rsidRPr="00D6163D" w:rsidRDefault="00FA4B1C" w:rsidP="00D6163D">
          <w:pPr>
            <w:pStyle w:val="Druhdokumentu"/>
          </w:pPr>
        </w:p>
      </w:tc>
    </w:tr>
  </w:tbl>
  <w:p w14:paraId="79621E5D" w14:textId="77777777" w:rsidR="00FA4B1C" w:rsidRPr="00D6163D" w:rsidRDefault="00FA4B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502A0"/>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95CB6"/>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5F2CC6"/>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6EC6"/>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2D9C"/>
    <w:rsid w:val="009678B7"/>
    <w:rsid w:val="00980ADA"/>
    <w:rsid w:val="00992D9C"/>
    <w:rsid w:val="00996CB8"/>
    <w:rsid w:val="009A28F4"/>
    <w:rsid w:val="009B1E78"/>
    <w:rsid w:val="009B2E97"/>
    <w:rsid w:val="009B4201"/>
    <w:rsid w:val="009B5146"/>
    <w:rsid w:val="009C418E"/>
    <w:rsid w:val="009C442C"/>
    <w:rsid w:val="009C7115"/>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2E00"/>
    <w:rsid w:val="00C95162"/>
    <w:rsid w:val="00CA097C"/>
    <w:rsid w:val="00CB0C92"/>
    <w:rsid w:val="00CB4F6D"/>
    <w:rsid w:val="00CB6A37"/>
    <w:rsid w:val="00CB7684"/>
    <w:rsid w:val="00CC7C8F"/>
    <w:rsid w:val="00CD1FC4"/>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5C2A"/>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A4B1C"/>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F2CC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F2CC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34EC2B-AD98-4AFF-8099-07712928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553</TotalTime>
  <Pages>26</Pages>
  <Words>6460</Words>
  <Characters>38120</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50</cp:revision>
  <cp:lastPrinted>2019-09-27T11:09:00Z</cp:lastPrinted>
  <dcterms:created xsi:type="dcterms:W3CDTF">2019-03-19T08:45:00Z</dcterms:created>
  <dcterms:modified xsi:type="dcterms:W3CDTF">2022-04-27T06:55:00Z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